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F06" w:rsidRPr="006F226C" w:rsidRDefault="00161F06" w:rsidP="005E7F21">
      <w:pPr>
        <w:pStyle w:val="BodyText"/>
        <w:spacing w:after="0"/>
        <w:rPr>
          <w:b/>
          <w:lang w:val="kk-KZ"/>
        </w:rPr>
      </w:pPr>
    </w:p>
    <w:p w:rsidR="00161F06" w:rsidRPr="006F226C" w:rsidRDefault="00161F06" w:rsidP="005E7F21">
      <w:pPr>
        <w:pStyle w:val="BodyText"/>
        <w:spacing w:after="0"/>
        <w:ind w:firstLine="540"/>
        <w:rPr>
          <w:b/>
          <w:lang w:val="kk-KZ"/>
        </w:rPr>
      </w:pPr>
      <w:r w:rsidRPr="006F226C">
        <w:rPr>
          <w:b/>
          <w:lang w:val="kk-KZ"/>
        </w:rPr>
        <w:t>Тәжірибелік сабақтардың жоспары</w:t>
      </w:r>
    </w:p>
    <w:p w:rsidR="00161F06" w:rsidRPr="006F226C" w:rsidRDefault="00161F06" w:rsidP="005E7F21">
      <w:pPr>
        <w:pStyle w:val="BodyText"/>
        <w:spacing w:after="0"/>
        <w:ind w:firstLine="540"/>
        <w:rPr>
          <w:b/>
          <w:lang w:val="kk-KZ"/>
        </w:rPr>
      </w:pPr>
    </w:p>
    <w:p w:rsidR="00161F06" w:rsidRPr="006F226C" w:rsidRDefault="00161F06" w:rsidP="005E7F21">
      <w:pPr>
        <w:pStyle w:val="BodyText"/>
        <w:spacing w:after="0"/>
        <w:ind w:firstLine="540"/>
        <w:rPr>
          <w:lang w:val="kk-KZ"/>
        </w:rPr>
      </w:pPr>
      <w:r w:rsidRPr="006F226C">
        <w:rPr>
          <w:b/>
          <w:lang w:val="kk-KZ"/>
        </w:rPr>
        <w:t>1 Тақырып</w:t>
      </w:r>
      <w:r w:rsidRPr="006F226C">
        <w:rPr>
          <w:lang w:val="kk-KZ"/>
        </w:rPr>
        <w:t xml:space="preserve">   Жануарлар тіршілік ететін негізгі орталар</w:t>
      </w:r>
    </w:p>
    <w:p w:rsidR="00161F06" w:rsidRPr="006F226C" w:rsidRDefault="00161F06" w:rsidP="005E7F21">
      <w:pPr>
        <w:pStyle w:val="BodyText"/>
        <w:spacing w:after="0"/>
        <w:ind w:firstLine="540"/>
        <w:rPr>
          <w:lang w:val="kk-KZ"/>
        </w:rPr>
      </w:pPr>
      <w:r w:rsidRPr="006F226C">
        <w:rPr>
          <w:b/>
          <w:lang w:val="kk-KZ"/>
        </w:rPr>
        <w:t>Мақсаты:</w:t>
      </w:r>
      <w:r w:rsidRPr="006F226C">
        <w:rPr>
          <w:lang w:val="kk-KZ"/>
        </w:rPr>
        <w:t xml:space="preserve">   Мекен орталарының негізгі  қасиеттерін қарастыру</w:t>
      </w:r>
    </w:p>
    <w:p w:rsidR="00161F06" w:rsidRPr="006F226C" w:rsidRDefault="00161F06" w:rsidP="005E7F21">
      <w:pPr>
        <w:pStyle w:val="BodyText"/>
        <w:spacing w:after="0"/>
        <w:ind w:firstLine="540"/>
        <w:rPr>
          <w:b/>
          <w:lang w:val="kk-KZ"/>
        </w:rPr>
      </w:pPr>
      <w:r w:rsidRPr="006F226C">
        <w:rPr>
          <w:b/>
          <w:lang w:val="kk-KZ"/>
        </w:rPr>
        <w:t>Жоспар:</w:t>
      </w:r>
    </w:p>
    <w:p w:rsidR="00161F06" w:rsidRPr="006F226C" w:rsidRDefault="00161F06" w:rsidP="005E7F21">
      <w:pPr>
        <w:pStyle w:val="BodyText"/>
        <w:numPr>
          <w:ilvl w:val="0"/>
          <w:numId w:val="1"/>
        </w:numPr>
        <w:spacing w:after="0"/>
        <w:rPr>
          <w:lang w:val="kk-KZ"/>
        </w:rPr>
      </w:pPr>
      <w:r w:rsidRPr="006F226C">
        <w:rPr>
          <w:lang w:val="kk-KZ"/>
        </w:rPr>
        <w:t>Қоршаған орта және мекен орта</w:t>
      </w:r>
    </w:p>
    <w:p w:rsidR="00161F06" w:rsidRPr="006F226C" w:rsidRDefault="00161F06" w:rsidP="005E7F21">
      <w:pPr>
        <w:pStyle w:val="BodyText"/>
        <w:numPr>
          <w:ilvl w:val="0"/>
          <w:numId w:val="1"/>
        </w:numPr>
        <w:spacing w:after="0"/>
        <w:rPr>
          <w:lang w:val="kk-KZ"/>
        </w:rPr>
      </w:pPr>
      <w:r w:rsidRPr="006F226C">
        <w:rPr>
          <w:lang w:val="kk-KZ"/>
        </w:rPr>
        <w:t>Негізгі тіршілік орталары</w:t>
      </w:r>
    </w:p>
    <w:p w:rsidR="00161F06" w:rsidRPr="006F226C" w:rsidRDefault="00161F06" w:rsidP="006F226C">
      <w:pPr>
        <w:pStyle w:val="BodyText"/>
        <w:numPr>
          <w:ilvl w:val="0"/>
          <w:numId w:val="1"/>
        </w:numPr>
        <w:spacing w:after="0"/>
        <w:rPr>
          <w:lang w:val="kk-KZ"/>
        </w:rPr>
      </w:pPr>
      <w:r w:rsidRPr="006F226C">
        <w:rPr>
          <w:lang w:val="kk-KZ"/>
        </w:rPr>
        <w:t xml:space="preserve">Тірі заттың қасиеттері  </w:t>
      </w:r>
    </w:p>
    <w:p w:rsidR="00161F06" w:rsidRPr="006F226C" w:rsidRDefault="00161F06" w:rsidP="005E7F21">
      <w:pPr>
        <w:pStyle w:val="BodyText"/>
        <w:spacing w:after="0"/>
        <w:rPr>
          <w:b/>
          <w:lang w:val="kk-KZ"/>
        </w:rPr>
      </w:pPr>
      <w:r>
        <w:rPr>
          <w:b/>
          <w:lang w:val="kk-KZ"/>
        </w:rPr>
        <w:t xml:space="preserve">          </w:t>
      </w:r>
      <w:r w:rsidRPr="006F226C">
        <w:rPr>
          <w:b/>
          <w:lang w:val="kk-KZ"/>
        </w:rPr>
        <w:t>Бақылау сұрақтары.</w:t>
      </w:r>
    </w:p>
    <w:p w:rsidR="00161F06" w:rsidRPr="006F226C" w:rsidRDefault="00161F06" w:rsidP="005E7F21">
      <w:pPr>
        <w:pStyle w:val="BodyText"/>
        <w:numPr>
          <w:ilvl w:val="0"/>
          <w:numId w:val="2"/>
        </w:numPr>
        <w:spacing w:after="0"/>
        <w:ind w:left="720"/>
        <w:rPr>
          <w:lang w:val="kk-KZ"/>
        </w:rPr>
      </w:pPr>
      <w:r w:rsidRPr="006F226C">
        <w:rPr>
          <w:lang w:val="kk-KZ"/>
        </w:rPr>
        <w:t>Орта деген не?</w:t>
      </w:r>
    </w:p>
    <w:p w:rsidR="00161F06" w:rsidRPr="006F226C" w:rsidRDefault="00161F06" w:rsidP="005E7F21">
      <w:pPr>
        <w:pStyle w:val="BodyText"/>
        <w:numPr>
          <w:ilvl w:val="0"/>
          <w:numId w:val="2"/>
        </w:numPr>
        <w:spacing w:after="0"/>
        <w:ind w:left="720"/>
        <w:rPr>
          <w:lang w:val="kk-KZ"/>
        </w:rPr>
      </w:pPr>
      <w:r w:rsidRPr="006F226C">
        <w:rPr>
          <w:lang w:val="kk-KZ"/>
        </w:rPr>
        <w:t>Биосферадағы тірі зат?</w:t>
      </w:r>
    </w:p>
    <w:p w:rsidR="00161F06" w:rsidRPr="006F226C" w:rsidRDefault="00161F06" w:rsidP="005E7F21">
      <w:pPr>
        <w:pStyle w:val="BodyText"/>
        <w:numPr>
          <w:ilvl w:val="0"/>
          <w:numId w:val="2"/>
        </w:numPr>
        <w:spacing w:after="0"/>
        <w:ind w:left="720"/>
        <w:rPr>
          <w:lang w:val="kk-KZ"/>
        </w:rPr>
      </w:pPr>
      <w:r w:rsidRPr="006F226C">
        <w:rPr>
          <w:lang w:val="kk-KZ"/>
        </w:rPr>
        <w:t>Тірі зат және орта</w:t>
      </w:r>
    </w:p>
    <w:p w:rsidR="00161F06" w:rsidRPr="006F226C" w:rsidRDefault="00161F06" w:rsidP="005E7F21">
      <w:pPr>
        <w:pStyle w:val="BodyText"/>
        <w:numPr>
          <w:ilvl w:val="0"/>
          <w:numId w:val="2"/>
        </w:numPr>
        <w:spacing w:after="0"/>
        <w:ind w:left="720"/>
        <w:rPr>
          <w:lang w:val="kk-KZ"/>
        </w:rPr>
      </w:pPr>
      <w:r w:rsidRPr="006F226C">
        <w:rPr>
          <w:lang w:val="kk-KZ"/>
        </w:rPr>
        <w:t>Тіршілік ететің  су ортасының негізгі қасиеттері.</w:t>
      </w:r>
    </w:p>
    <w:p w:rsidR="00161F06" w:rsidRPr="006F226C" w:rsidRDefault="00161F06" w:rsidP="005E7F21">
      <w:pPr>
        <w:pStyle w:val="BodyText"/>
        <w:numPr>
          <w:ilvl w:val="0"/>
          <w:numId w:val="2"/>
        </w:numPr>
        <w:spacing w:after="0"/>
        <w:ind w:left="720"/>
        <w:rPr>
          <w:lang w:val="kk-KZ"/>
        </w:rPr>
      </w:pPr>
      <w:r w:rsidRPr="006F226C">
        <w:rPr>
          <w:lang w:val="kk-KZ"/>
        </w:rPr>
        <w:t>Ауа-құрлық ортасы.</w:t>
      </w:r>
    </w:p>
    <w:p w:rsidR="00161F06" w:rsidRPr="006F226C" w:rsidRDefault="00161F06" w:rsidP="005E7F21">
      <w:pPr>
        <w:pStyle w:val="BodyText"/>
        <w:numPr>
          <w:ilvl w:val="0"/>
          <w:numId w:val="2"/>
        </w:numPr>
        <w:spacing w:after="0"/>
        <w:ind w:left="720"/>
        <w:rPr>
          <w:lang w:val="kk-KZ"/>
        </w:rPr>
      </w:pPr>
      <w:r w:rsidRPr="006F226C">
        <w:rPr>
          <w:lang w:val="kk-KZ"/>
        </w:rPr>
        <w:t>Топырақ ортасы</w:t>
      </w:r>
    </w:p>
    <w:p w:rsidR="00161F06" w:rsidRPr="006F226C" w:rsidRDefault="00161F06" w:rsidP="006F226C">
      <w:pPr>
        <w:pStyle w:val="BodyText"/>
        <w:spacing w:after="0"/>
        <w:ind w:left="360"/>
        <w:rPr>
          <w:lang w:val="kk-KZ"/>
        </w:rPr>
      </w:pPr>
      <w:r w:rsidRPr="006F226C">
        <w:rPr>
          <w:lang w:val="kk-KZ"/>
        </w:rPr>
        <w:t>7.   Паразиттік</w:t>
      </w:r>
    </w:p>
    <w:p w:rsidR="00161F06" w:rsidRPr="006F226C" w:rsidRDefault="00161F06" w:rsidP="005E7F21">
      <w:pPr>
        <w:pStyle w:val="BodyText2"/>
        <w:spacing w:after="0" w:line="240" w:lineRule="auto"/>
        <w:ind w:left="720"/>
        <w:rPr>
          <w:b/>
          <w:lang w:val="kk-KZ"/>
        </w:rPr>
      </w:pPr>
      <w:r w:rsidRPr="006F226C">
        <w:rPr>
          <w:b/>
          <w:lang w:val="kk-KZ"/>
        </w:rPr>
        <w:t xml:space="preserve">Әдебиеттер; </w:t>
      </w:r>
    </w:p>
    <w:p w:rsidR="00161F06" w:rsidRPr="006F226C" w:rsidRDefault="00161F06" w:rsidP="006A4F71">
      <w:pPr>
        <w:pStyle w:val="BodyText2"/>
        <w:spacing w:after="0" w:line="240" w:lineRule="auto"/>
        <w:ind w:left="720"/>
        <w:rPr>
          <w:lang w:val="kk-KZ"/>
        </w:rPr>
      </w:pPr>
      <w:r w:rsidRPr="006F226C">
        <w:rPr>
          <w:lang w:val="kk-KZ"/>
        </w:rPr>
        <w:t>1. Оспанова Г.С. Бозштаева Г.Т. Экология. Оқулық –Алматы.Экономика. 2002. 48б.</w:t>
      </w:r>
    </w:p>
    <w:p w:rsidR="00161F06" w:rsidRPr="006F226C" w:rsidRDefault="00161F06" w:rsidP="006A4F71">
      <w:pPr>
        <w:pStyle w:val="BodyText2"/>
        <w:spacing w:after="0" w:line="240" w:lineRule="auto"/>
        <w:ind w:left="720"/>
        <w:rPr>
          <w:bCs/>
          <w:lang w:val="kk-KZ"/>
        </w:rPr>
      </w:pPr>
      <w:r w:rsidRPr="006F226C">
        <w:rPr>
          <w:lang w:val="kk-KZ"/>
        </w:rPr>
        <w:t>2.</w:t>
      </w:r>
      <w:r w:rsidRPr="006F226C">
        <w:rPr>
          <w:bCs/>
          <w:lang w:val="kk-KZ"/>
        </w:rPr>
        <w:t xml:space="preserve"> Сағымбаев Г.К. Экология негіздері Алматы , Респ. баспа қызметі 1995ж. 16бет.</w:t>
      </w:r>
    </w:p>
    <w:p w:rsidR="00161F06" w:rsidRPr="006F226C" w:rsidRDefault="00161F06" w:rsidP="006A4F71">
      <w:pPr>
        <w:pStyle w:val="BodyText2"/>
        <w:spacing w:after="0" w:line="240" w:lineRule="auto"/>
        <w:ind w:left="360"/>
        <w:rPr>
          <w:lang w:val="kk-KZ"/>
        </w:rPr>
      </w:pPr>
    </w:p>
    <w:p w:rsidR="00161F06" w:rsidRPr="006F226C" w:rsidRDefault="00161F06" w:rsidP="005E7F21">
      <w:pPr>
        <w:pStyle w:val="BodyText"/>
        <w:spacing w:after="0"/>
        <w:rPr>
          <w:lang w:val="kk-KZ"/>
        </w:rPr>
      </w:pP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b/>
          <w:lang w:val="kk-KZ"/>
        </w:rPr>
        <w:t>2 Тақырып</w:t>
      </w:r>
      <w:r w:rsidRPr="006F226C">
        <w:rPr>
          <w:lang w:val="kk-KZ"/>
        </w:rPr>
        <w:t xml:space="preserve">   Жануарлардың биосферадағы ролі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b/>
          <w:lang w:val="kk-KZ"/>
        </w:rPr>
        <w:t>Мақсаты</w:t>
      </w:r>
      <w:r w:rsidRPr="006F226C">
        <w:rPr>
          <w:lang w:val="kk-KZ"/>
        </w:rPr>
        <w:t>: Жануарлардың биосферадағы ролің қарастыру</w:t>
      </w:r>
    </w:p>
    <w:p w:rsidR="00161F06" w:rsidRPr="006F226C" w:rsidRDefault="00161F06" w:rsidP="005E7F21">
      <w:pPr>
        <w:pStyle w:val="BodyText"/>
        <w:spacing w:after="0"/>
        <w:rPr>
          <w:b/>
          <w:lang w:val="kk-KZ"/>
        </w:rPr>
      </w:pPr>
      <w:r w:rsidRPr="006F226C">
        <w:rPr>
          <w:b/>
          <w:lang w:val="kk-KZ"/>
        </w:rPr>
        <w:t>Жоспар: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>1.Биосфера құрылысы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>2. Биосферадағы тірі зат</w:t>
      </w:r>
    </w:p>
    <w:p w:rsidR="00161F06" w:rsidRPr="006F226C" w:rsidRDefault="00161F06" w:rsidP="006F226C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 xml:space="preserve">3. Жануарлардың биосферадағы орны.     </w:t>
      </w:r>
    </w:p>
    <w:p w:rsidR="00161F06" w:rsidRPr="006F226C" w:rsidRDefault="00161F06" w:rsidP="005E7F21">
      <w:pPr>
        <w:pStyle w:val="BodyText"/>
        <w:spacing w:after="0"/>
        <w:rPr>
          <w:b/>
          <w:lang w:val="kk-KZ"/>
        </w:rPr>
      </w:pPr>
      <w:r>
        <w:rPr>
          <w:b/>
          <w:lang w:val="kk-KZ"/>
        </w:rPr>
        <w:t xml:space="preserve">          </w:t>
      </w:r>
      <w:r w:rsidRPr="006F226C">
        <w:rPr>
          <w:b/>
          <w:lang w:val="kk-KZ"/>
        </w:rPr>
        <w:t>Бақылау сұрақтары.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>1. Жануарлар биосферада қандай роль атқарады?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>2. Жануарлардың биосферада таралуы неменеге байланысты?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>3. Биосферадағы зат алмасуындағы жануарлардың ролі.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b/>
          <w:lang w:val="kk-KZ"/>
        </w:rPr>
      </w:pPr>
      <w:r w:rsidRPr="006F226C">
        <w:rPr>
          <w:b/>
          <w:lang w:val="kk-KZ"/>
        </w:rPr>
        <w:t xml:space="preserve">Әдебиеттер; </w:t>
      </w: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lang w:val="kk-KZ"/>
        </w:rPr>
      </w:pPr>
      <w:r w:rsidRPr="006F226C">
        <w:rPr>
          <w:lang w:val="kk-KZ"/>
        </w:rPr>
        <w:t>1. Оспанова Г.С. Бозштаева Г.Т. Экология. Оқулық –Алматы.Экономика. 2002.- 145бет.</w:t>
      </w:r>
    </w:p>
    <w:p w:rsidR="00161F06" w:rsidRPr="006F226C" w:rsidRDefault="00161F06" w:rsidP="00240463">
      <w:pPr>
        <w:pStyle w:val="BodyText2"/>
        <w:spacing w:after="0" w:line="240" w:lineRule="auto"/>
        <w:ind w:left="720"/>
        <w:rPr>
          <w:bCs/>
          <w:lang w:val="kk-KZ"/>
        </w:rPr>
      </w:pPr>
      <w:r w:rsidRPr="006F226C">
        <w:rPr>
          <w:lang w:val="kk-KZ"/>
        </w:rPr>
        <w:t>2.</w:t>
      </w:r>
      <w:r w:rsidRPr="006F226C">
        <w:rPr>
          <w:bCs/>
          <w:lang w:val="kk-KZ"/>
        </w:rPr>
        <w:t xml:space="preserve"> Сағымбаев Г.К. Экология негіздері Алматы , Респ. баспа қызметі 1995ж. 16бет.</w:t>
      </w:r>
    </w:p>
    <w:p w:rsidR="00161F06" w:rsidRPr="006F226C" w:rsidRDefault="00161F06" w:rsidP="00240463">
      <w:pPr>
        <w:pStyle w:val="BodyText2"/>
        <w:spacing w:after="0" w:line="240" w:lineRule="auto"/>
        <w:ind w:left="720"/>
        <w:rPr>
          <w:lang w:val="kk-KZ"/>
        </w:rPr>
      </w:pPr>
      <w:r w:rsidRPr="006F226C">
        <w:rPr>
          <w:lang w:val="kk-KZ"/>
        </w:rPr>
        <w:t>3.</w:t>
      </w:r>
      <w:r w:rsidRPr="006F226C">
        <w:rPr>
          <w:bCs/>
          <w:lang w:val="kk-KZ"/>
        </w:rPr>
        <w:t xml:space="preserve"> Жатқанбаев Ж.Ж. Экология негіздері. Алматы, Зият. 2003ж.84б.</w:t>
      </w:r>
    </w:p>
    <w:p w:rsidR="00161F06" w:rsidRPr="006F226C" w:rsidRDefault="00161F06" w:rsidP="00240463">
      <w:pPr>
        <w:pStyle w:val="BodyText2"/>
        <w:spacing w:after="0" w:line="240" w:lineRule="auto"/>
        <w:ind w:left="360"/>
        <w:rPr>
          <w:lang w:val="kk-KZ"/>
        </w:rPr>
      </w:pPr>
      <w:r w:rsidRPr="006F226C">
        <w:rPr>
          <w:lang w:val="kk-KZ"/>
        </w:rPr>
        <w:t xml:space="preserve">     </w:t>
      </w: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lang w:val="kk-KZ"/>
        </w:rPr>
      </w:pP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b/>
          <w:lang w:val="kk-KZ"/>
        </w:rPr>
        <w:t>3 Тақырып</w:t>
      </w:r>
      <w:r w:rsidRPr="006F226C">
        <w:rPr>
          <w:lang w:val="kk-KZ"/>
        </w:rPr>
        <w:t xml:space="preserve">   Тұраралық қарымқатынас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b/>
          <w:lang w:val="kk-KZ"/>
        </w:rPr>
        <w:t>Мақсаты</w:t>
      </w:r>
      <w:r w:rsidRPr="006F226C">
        <w:rPr>
          <w:lang w:val="kk-KZ"/>
        </w:rPr>
        <w:t>: Тұраралық қарымқатынастар ерекшеліктерін қарастыру</w:t>
      </w:r>
    </w:p>
    <w:p w:rsidR="00161F06" w:rsidRPr="006F226C" w:rsidRDefault="00161F06" w:rsidP="005E7F21">
      <w:pPr>
        <w:pStyle w:val="BodyText"/>
        <w:spacing w:after="0"/>
        <w:rPr>
          <w:b/>
          <w:lang w:val="kk-KZ"/>
        </w:rPr>
      </w:pPr>
      <w:r w:rsidRPr="006F226C">
        <w:rPr>
          <w:b/>
          <w:lang w:val="kk-KZ"/>
        </w:rPr>
        <w:t>Жоспар: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>1.Биотикалық фактор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>2. Ағзалар арасындағы қарымқатынас</w:t>
      </w:r>
    </w:p>
    <w:p w:rsidR="00161F06" w:rsidRPr="006F226C" w:rsidRDefault="00161F06" w:rsidP="006F226C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 xml:space="preserve">3. Жануарлар мен өсімдіктер арасындағы қарым қатынас     </w:t>
      </w:r>
    </w:p>
    <w:p w:rsidR="00161F06" w:rsidRPr="006F226C" w:rsidRDefault="00161F06" w:rsidP="005E7F21">
      <w:pPr>
        <w:pStyle w:val="BodyText"/>
        <w:spacing w:after="0"/>
        <w:rPr>
          <w:b/>
          <w:lang w:val="kk-KZ"/>
        </w:rPr>
      </w:pPr>
      <w:r w:rsidRPr="006F226C">
        <w:rPr>
          <w:b/>
          <w:lang w:val="kk-KZ"/>
        </w:rPr>
        <w:t>Бақылау сұрақтары.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>1. Биотикалық факторға не жатады?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>1. Жануарлар арасындағы қарым қатынас?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>2. Жануарлардың биосферада таралуы неменеге байланысты?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>3. Жануарлар және өсімдіктердін биосферадағы ерекше орны.</w:t>
      </w:r>
    </w:p>
    <w:p w:rsidR="00161F06" w:rsidRPr="006F226C" w:rsidRDefault="00161F06" w:rsidP="006F226C">
      <w:pPr>
        <w:pStyle w:val="BodyText2"/>
        <w:spacing w:after="0" w:line="240" w:lineRule="auto"/>
        <w:rPr>
          <w:b/>
          <w:lang w:val="kk-KZ"/>
        </w:rPr>
      </w:pPr>
      <w:r>
        <w:rPr>
          <w:lang w:val="kk-KZ"/>
        </w:rPr>
        <w:t xml:space="preserve">         </w:t>
      </w:r>
      <w:r w:rsidRPr="006F226C">
        <w:rPr>
          <w:b/>
          <w:lang w:val="kk-KZ"/>
        </w:rPr>
        <w:t xml:space="preserve">Әдебиеттер; </w:t>
      </w: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lang w:val="kk-KZ"/>
        </w:rPr>
      </w:pPr>
      <w:r w:rsidRPr="006F226C">
        <w:rPr>
          <w:lang w:val="kk-KZ"/>
        </w:rPr>
        <w:t>1. Оспанова Г.С. Бозштаева Г.Т. Экология. Оқулық –Алматы.Экономика. 2002.78 бет.</w:t>
      </w:r>
    </w:p>
    <w:p w:rsidR="00161F06" w:rsidRPr="006F226C" w:rsidRDefault="00161F06" w:rsidP="00240463">
      <w:pPr>
        <w:pStyle w:val="BodyText2"/>
        <w:spacing w:after="0" w:line="240" w:lineRule="auto"/>
        <w:ind w:left="720"/>
        <w:rPr>
          <w:bCs/>
          <w:lang w:val="kk-KZ"/>
        </w:rPr>
      </w:pPr>
      <w:r w:rsidRPr="006F226C">
        <w:rPr>
          <w:lang w:val="kk-KZ"/>
        </w:rPr>
        <w:t>2.</w:t>
      </w:r>
      <w:r w:rsidRPr="006F226C">
        <w:rPr>
          <w:bCs/>
          <w:lang w:val="kk-KZ"/>
        </w:rPr>
        <w:t xml:space="preserve"> Сағымбаев Г.К. Экология негіздері Алматы , Респ. баспа қызметі 1995ж. 16бет.</w:t>
      </w:r>
    </w:p>
    <w:p w:rsidR="00161F06" w:rsidRPr="006F226C" w:rsidRDefault="00161F06" w:rsidP="006F226C">
      <w:pPr>
        <w:pStyle w:val="BodyText2"/>
        <w:spacing w:after="0" w:line="240" w:lineRule="auto"/>
        <w:ind w:left="360"/>
        <w:rPr>
          <w:lang w:val="kk-KZ"/>
        </w:rPr>
      </w:pPr>
      <w:r w:rsidRPr="006F226C">
        <w:rPr>
          <w:lang w:val="kk-KZ"/>
        </w:rPr>
        <w:t xml:space="preserve">     </w:t>
      </w: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lang w:val="kk-KZ"/>
        </w:rPr>
      </w:pPr>
    </w:p>
    <w:p w:rsidR="00161F06" w:rsidRPr="006F226C" w:rsidRDefault="00161F06" w:rsidP="005E7F21">
      <w:pPr>
        <w:pStyle w:val="BodyText"/>
        <w:spacing w:after="0"/>
        <w:ind w:firstLine="540"/>
        <w:jc w:val="both"/>
        <w:rPr>
          <w:lang w:val="kk-KZ"/>
        </w:rPr>
      </w:pPr>
      <w:r w:rsidRPr="006F226C">
        <w:rPr>
          <w:b/>
          <w:lang w:val="kk-KZ"/>
        </w:rPr>
        <w:t xml:space="preserve">4 Тақырып: </w:t>
      </w:r>
      <w:r w:rsidRPr="006F226C">
        <w:rPr>
          <w:lang w:val="kk-KZ"/>
        </w:rPr>
        <w:t>Антропогендік факторлар жануарлар тіршілігіндегі әсері.</w:t>
      </w:r>
    </w:p>
    <w:p w:rsidR="00161F06" w:rsidRPr="006F226C" w:rsidRDefault="00161F06" w:rsidP="005E7F21">
      <w:pPr>
        <w:pStyle w:val="BodyText"/>
        <w:spacing w:after="0"/>
        <w:ind w:firstLine="540"/>
        <w:jc w:val="both"/>
        <w:rPr>
          <w:lang w:val="kk-KZ"/>
        </w:rPr>
      </w:pPr>
      <w:r w:rsidRPr="006F226C">
        <w:rPr>
          <w:b/>
          <w:lang w:val="kk-KZ"/>
        </w:rPr>
        <w:t>Мақсаты</w:t>
      </w:r>
      <w:r w:rsidRPr="006F226C">
        <w:rPr>
          <w:lang w:val="kk-KZ"/>
        </w:rPr>
        <w:t>: Антропогендік факторлардың  жануарлар тіршілігіндегі әсерің  қарастыру</w:t>
      </w:r>
    </w:p>
    <w:p w:rsidR="00161F06" w:rsidRPr="006F226C" w:rsidRDefault="00161F06" w:rsidP="005E7F21">
      <w:pPr>
        <w:pStyle w:val="BodyText"/>
        <w:spacing w:after="0"/>
        <w:ind w:firstLine="540"/>
        <w:jc w:val="both"/>
        <w:rPr>
          <w:lang w:val="kk-KZ"/>
        </w:rPr>
      </w:pPr>
    </w:p>
    <w:p w:rsidR="00161F06" w:rsidRPr="006F226C" w:rsidRDefault="00161F06" w:rsidP="005E7F21">
      <w:pPr>
        <w:pStyle w:val="BodyText"/>
        <w:spacing w:after="0"/>
        <w:ind w:firstLine="540"/>
        <w:jc w:val="both"/>
        <w:rPr>
          <w:b/>
          <w:lang w:val="kk-KZ"/>
        </w:rPr>
      </w:pPr>
      <w:r w:rsidRPr="006F226C">
        <w:rPr>
          <w:b/>
          <w:lang w:val="kk-KZ"/>
        </w:rPr>
        <w:t xml:space="preserve"> Жоспар: </w:t>
      </w:r>
    </w:p>
    <w:p w:rsidR="00161F06" w:rsidRPr="006F226C" w:rsidRDefault="00161F06" w:rsidP="005E7F21">
      <w:pPr>
        <w:pStyle w:val="BodyText"/>
        <w:spacing w:after="0"/>
        <w:ind w:firstLine="540"/>
        <w:jc w:val="both"/>
        <w:rPr>
          <w:lang w:val="kk-KZ"/>
        </w:rPr>
      </w:pPr>
      <w:r w:rsidRPr="006F226C">
        <w:rPr>
          <w:lang w:val="kk-KZ"/>
        </w:rPr>
        <w:t xml:space="preserve"> 1.Антропогендік фактор.</w:t>
      </w:r>
    </w:p>
    <w:p w:rsidR="00161F06" w:rsidRPr="006F226C" w:rsidRDefault="00161F06" w:rsidP="005E7F21">
      <w:pPr>
        <w:pStyle w:val="BodyText"/>
        <w:spacing w:after="0"/>
        <w:ind w:firstLine="540"/>
        <w:jc w:val="both"/>
        <w:rPr>
          <w:lang w:val="kk-KZ"/>
        </w:rPr>
      </w:pPr>
      <w:r w:rsidRPr="006F226C">
        <w:rPr>
          <w:lang w:val="kk-KZ"/>
        </w:rPr>
        <w:t xml:space="preserve"> 2.Антропогендік факторлардың әсеррінең жануарлар әлемінің өзгеруі. </w:t>
      </w:r>
    </w:p>
    <w:p w:rsidR="00161F06" w:rsidRPr="006F226C" w:rsidRDefault="00161F06" w:rsidP="005E7F21">
      <w:pPr>
        <w:pStyle w:val="BodyText"/>
        <w:spacing w:after="0"/>
        <w:ind w:firstLine="539"/>
        <w:jc w:val="both"/>
        <w:rPr>
          <w:lang w:val="kk-KZ"/>
        </w:rPr>
      </w:pPr>
      <w:r w:rsidRPr="006F226C">
        <w:rPr>
          <w:b/>
          <w:lang w:val="kk-KZ"/>
        </w:rPr>
        <w:t>Бақылау сұрақтары</w:t>
      </w:r>
      <w:r w:rsidRPr="006F226C">
        <w:rPr>
          <w:lang w:val="kk-KZ"/>
        </w:rPr>
        <w:t>.</w:t>
      </w:r>
    </w:p>
    <w:p w:rsidR="00161F06" w:rsidRPr="006F226C" w:rsidRDefault="00161F06" w:rsidP="005E7F21">
      <w:pPr>
        <w:pStyle w:val="BodyText"/>
        <w:spacing w:after="0"/>
        <w:ind w:firstLine="539"/>
        <w:jc w:val="both"/>
        <w:rPr>
          <w:lang w:val="kk-KZ"/>
        </w:rPr>
      </w:pPr>
      <w:r w:rsidRPr="006F226C">
        <w:rPr>
          <w:lang w:val="kk-KZ"/>
        </w:rPr>
        <w:t xml:space="preserve">1.Экологиялық факторлардың ішіндегі антропогендік факторлардың ерекшелігі. </w:t>
      </w:r>
    </w:p>
    <w:p w:rsidR="00161F06" w:rsidRPr="006F226C" w:rsidRDefault="00161F06" w:rsidP="005E7F21">
      <w:pPr>
        <w:pStyle w:val="BodyText"/>
        <w:spacing w:after="0"/>
        <w:ind w:firstLine="539"/>
        <w:jc w:val="both"/>
        <w:rPr>
          <w:lang w:val="kk-KZ"/>
        </w:rPr>
      </w:pPr>
      <w:r w:rsidRPr="006F226C">
        <w:rPr>
          <w:lang w:val="kk-KZ"/>
        </w:rPr>
        <w:t>2. Тұра әсер ету деген не?</w:t>
      </w:r>
    </w:p>
    <w:p w:rsidR="00161F06" w:rsidRPr="006F226C" w:rsidRDefault="00161F06" w:rsidP="005E7F21">
      <w:pPr>
        <w:pStyle w:val="BodyText"/>
        <w:spacing w:after="0"/>
        <w:ind w:firstLine="539"/>
        <w:jc w:val="both"/>
        <w:rPr>
          <w:lang w:val="kk-KZ"/>
        </w:rPr>
      </w:pPr>
      <w:r w:rsidRPr="006F226C">
        <w:rPr>
          <w:lang w:val="kk-KZ"/>
        </w:rPr>
        <w:t>3. Жанама әсер ету деген не?</w:t>
      </w:r>
    </w:p>
    <w:p w:rsidR="00161F06" w:rsidRPr="006F226C" w:rsidRDefault="00161F06" w:rsidP="006F226C">
      <w:pPr>
        <w:pStyle w:val="BodyText2"/>
        <w:spacing w:after="0" w:line="240" w:lineRule="auto"/>
        <w:ind w:firstLine="539"/>
        <w:rPr>
          <w:lang w:val="kk-KZ"/>
        </w:rPr>
      </w:pPr>
      <w:r w:rsidRPr="006F226C">
        <w:rPr>
          <w:lang w:val="kk-KZ"/>
        </w:rPr>
        <w:t>4. Жануарлардың тіршілігіне антропогендік фатордың манызы</w:t>
      </w:r>
    </w:p>
    <w:p w:rsidR="00161F06" w:rsidRPr="006F226C" w:rsidRDefault="00161F06" w:rsidP="006A4F71">
      <w:pPr>
        <w:pStyle w:val="BodyText2"/>
        <w:spacing w:after="0" w:line="240" w:lineRule="auto"/>
        <w:ind w:firstLine="540"/>
        <w:rPr>
          <w:b/>
          <w:lang w:val="kk-KZ"/>
        </w:rPr>
      </w:pPr>
      <w:r w:rsidRPr="006F226C">
        <w:rPr>
          <w:b/>
          <w:lang w:val="kk-KZ"/>
        </w:rPr>
        <w:t xml:space="preserve">Әдебиеттер; </w:t>
      </w:r>
    </w:p>
    <w:p w:rsidR="00161F06" w:rsidRPr="006F226C" w:rsidRDefault="00161F06" w:rsidP="006A4F71">
      <w:pPr>
        <w:pStyle w:val="BodyText2"/>
        <w:spacing w:after="0" w:line="240" w:lineRule="auto"/>
        <w:ind w:firstLine="540"/>
        <w:rPr>
          <w:lang w:val="kk-KZ"/>
        </w:rPr>
      </w:pPr>
      <w:r w:rsidRPr="006F226C">
        <w:rPr>
          <w:lang w:val="kk-KZ"/>
        </w:rPr>
        <w:t>1. Оспанова Г.С. Бозштаева Г.Т. Экология. Оқулық –Алматы.Экономика. 2002.27 бет.,163 бет.</w:t>
      </w:r>
    </w:p>
    <w:p w:rsidR="00161F06" w:rsidRPr="006F226C" w:rsidRDefault="00161F06" w:rsidP="00240463">
      <w:pPr>
        <w:pStyle w:val="BodyText2"/>
        <w:spacing w:after="0" w:line="240" w:lineRule="auto"/>
        <w:ind w:left="720"/>
        <w:rPr>
          <w:bCs/>
          <w:lang w:val="kk-KZ"/>
        </w:rPr>
      </w:pPr>
      <w:r w:rsidRPr="006F226C">
        <w:rPr>
          <w:lang w:val="kk-KZ"/>
        </w:rPr>
        <w:t>2.</w:t>
      </w:r>
      <w:r w:rsidRPr="006F226C">
        <w:rPr>
          <w:bCs/>
          <w:lang w:val="kk-KZ"/>
        </w:rPr>
        <w:t xml:space="preserve"> Сағымбаев Г.К. Экология негіздері Алматы , Респ. баспа қызметі 1995ж. 16бет.</w:t>
      </w:r>
    </w:p>
    <w:p w:rsidR="00161F06" w:rsidRPr="006F226C" w:rsidRDefault="00161F06" w:rsidP="00240463">
      <w:pPr>
        <w:pStyle w:val="BodyText2"/>
        <w:spacing w:after="0" w:line="240" w:lineRule="auto"/>
        <w:ind w:left="720"/>
        <w:rPr>
          <w:lang w:val="kk-KZ"/>
        </w:rPr>
      </w:pPr>
      <w:r w:rsidRPr="006F226C">
        <w:rPr>
          <w:lang w:val="kk-KZ"/>
        </w:rPr>
        <w:t>3.</w:t>
      </w:r>
      <w:r w:rsidRPr="006F226C">
        <w:rPr>
          <w:bCs/>
        </w:rPr>
        <w:t xml:space="preserve"> Жатқанбаев Ж.Ж. Экология негіздері. Алматы, Зият. 2003ж.</w:t>
      </w:r>
    </w:p>
    <w:p w:rsidR="00161F06" w:rsidRPr="006F226C" w:rsidRDefault="00161F06" w:rsidP="006F226C">
      <w:pPr>
        <w:pStyle w:val="BodyText2"/>
        <w:spacing w:after="0" w:line="240" w:lineRule="auto"/>
        <w:ind w:left="360"/>
        <w:rPr>
          <w:lang w:val="kk-KZ"/>
        </w:rPr>
      </w:pPr>
      <w:r w:rsidRPr="006F226C">
        <w:rPr>
          <w:lang w:val="kk-KZ"/>
        </w:rPr>
        <w:t xml:space="preserve">     </w:t>
      </w: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lang w:val="kk-KZ"/>
        </w:rPr>
      </w:pP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b/>
          <w:lang w:val="kk-KZ"/>
        </w:rPr>
        <w:t xml:space="preserve">5 Тақырып: </w:t>
      </w:r>
      <w:r w:rsidRPr="006F226C">
        <w:rPr>
          <w:lang w:val="kk-KZ"/>
        </w:rPr>
        <w:t>Жануарлардың тіршілігіндегі температураның маныза.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 xml:space="preserve">  </w:t>
      </w:r>
      <w:r w:rsidRPr="006F226C">
        <w:rPr>
          <w:b/>
          <w:lang w:val="kk-KZ"/>
        </w:rPr>
        <w:t>Мақсаты:</w:t>
      </w:r>
      <w:r w:rsidRPr="006F226C">
        <w:rPr>
          <w:lang w:val="kk-KZ"/>
        </w:rPr>
        <w:t xml:space="preserve"> Жануарлардың тіршілігіндегі температураның манызың қарастыру.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 xml:space="preserve">  </w:t>
      </w:r>
      <w:r w:rsidRPr="006F226C">
        <w:rPr>
          <w:b/>
          <w:lang w:val="kk-KZ"/>
        </w:rPr>
        <w:t>Жоспар</w:t>
      </w:r>
      <w:r w:rsidRPr="006F226C">
        <w:rPr>
          <w:b/>
        </w:rPr>
        <w:t>: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b/>
        </w:rPr>
      </w:pPr>
      <w:r w:rsidRPr="006F226C">
        <w:rPr>
          <w:lang w:val="kk-KZ"/>
        </w:rPr>
        <w:t xml:space="preserve"> 1.</w:t>
      </w:r>
      <w:r w:rsidRPr="006F226C">
        <w:t>Температура</w:t>
      </w:r>
      <w:r w:rsidRPr="006F226C">
        <w:rPr>
          <w:lang w:val="kk-KZ"/>
        </w:rPr>
        <w:t xml:space="preserve"> </w:t>
      </w:r>
      <w:r w:rsidRPr="006F226C">
        <w:t xml:space="preserve"> экологи</w:t>
      </w:r>
      <w:r w:rsidRPr="006F226C">
        <w:rPr>
          <w:lang w:val="kk-KZ"/>
        </w:rPr>
        <w:t xml:space="preserve">ялық </w:t>
      </w:r>
      <w:r w:rsidRPr="006F226C">
        <w:t>фактор</w:t>
      </w:r>
      <w:r w:rsidRPr="006F226C">
        <w:rPr>
          <w:lang w:val="kk-KZ"/>
        </w:rPr>
        <w:t xml:space="preserve"> ретінде</w:t>
      </w:r>
      <w:r w:rsidRPr="006F226C">
        <w:t>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 xml:space="preserve"> 2. Пойкилотермді жануарлар.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3 Гомойотермді жануарлар.</w:t>
      </w: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lang w:val="kk-KZ"/>
        </w:rPr>
      </w:pP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Бақылау сұрақтары: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1. Пойкилотермді жануарларға қандай түрлерді жатқызады?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2. Гомойотермді түрлерге жануарлардың қандай түрлері жатады?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3.Гетеротермия қасиеті қандай жануарларға тән?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</w:p>
    <w:p w:rsidR="00161F06" w:rsidRPr="006F226C" w:rsidRDefault="00161F06" w:rsidP="005E7F2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6F226C">
        <w:rPr>
          <w:rFonts w:ascii="Times New Roman" w:hAnsi="Times New Roman"/>
          <w:sz w:val="24"/>
          <w:szCs w:val="24"/>
          <w:lang w:val="kk-KZ"/>
        </w:rPr>
        <w:t xml:space="preserve">      </w:t>
      </w:r>
      <w:r w:rsidRPr="006F226C">
        <w:rPr>
          <w:rFonts w:ascii="Times New Roman" w:hAnsi="Times New Roman"/>
          <w:b/>
          <w:sz w:val="24"/>
          <w:szCs w:val="24"/>
          <w:lang w:val="kk-KZ"/>
        </w:rPr>
        <w:t>Әдебиеттер;</w:t>
      </w: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lang w:val="kk-KZ"/>
        </w:rPr>
      </w:pPr>
      <w:r w:rsidRPr="006F226C">
        <w:rPr>
          <w:lang w:val="kk-KZ"/>
        </w:rPr>
        <w:t>1. Оспанова Г.С. Бозштаева Г.Т. Экология. Оқулық –Алматы.Экономика. 2002.- 405бет.</w:t>
      </w:r>
    </w:p>
    <w:p w:rsidR="00161F06" w:rsidRPr="006F226C" w:rsidRDefault="00161F06" w:rsidP="00240463">
      <w:pPr>
        <w:pStyle w:val="BodyText2"/>
        <w:spacing w:after="0" w:line="240" w:lineRule="auto"/>
        <w:ind w:left="720"/>
        <w:rPr>
          <w:bCs/>
          <w:lang w:val="kk-KZ"/>
        </w:rPr>
      </w:pPr>
      <w:r w:rsidRPr="006F226C">
        <w:rPr>
          <w:lang w:val="kk-KZ"/>
        </w:rPr>
        <w:t>2.</w:t>
      </w:r>
      <w:r w:rsidRPr="006F226C">
        <w:rPr>
          <w:bCs/>
          <w:lang w:val="kk-KZ"/>
        </w:rPr>
        <w:t xml:space="preserve"> Сағымбаев Г.К. Экология негіздері Алматы , Респ. баспа қызметі 1995ж. 16бет.</w:t>
      </w:r>
    </w:p>
    <w:p w:rsidR="00161F06" w:rsidRPr="006F226C" w:rsidRDefault="00161F06" w:rsidP="006F226C">
      <w:pPr>
        <w:pStyle w:val="BodyText2"/>
        <w:spacing w:after="0" w:line="240" w:lineRule="auto"/>
        <w:ind w:left="360"/>
        <w:rPr>
          <w:lang w:val="kk-KZ"/>
        </w:rPr>
      </w:pPr>
      <w:r w:rsidRPr="006F226C">
        <w:rPr>
          <w:lang w:val="kk-KZ"/>
        </w:rPr>
        <w:t xml:space="preserve">     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>6</w:t>
      </w:r>
      <w:r w:rsidRPr="006F226C">
        <w:rPr>
          <w:b/>
          <w:lang w:val="kk-KZ"/>
        </w:rPr>
        <w:t xml:space="preserve"> Тақырып</w:t>
      </w:r>
      <w:r w:rsidRPr="006F226C">
        <w:rPr>
          <w:lang w:val="kk-KZ"/>
        </w:rPr>
        <w:t xml:space="preserve">    Жануарлардың сулы - тұзды алмасуы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b/>
          <w:lang w:val="kk-KZ"/>
        </w:rPr>
        <w:t xml:space="preserve">Мақсаты: </w:t>
      </w:r>
      <w:r w:rsidRPr="006F226C">
        <w:rPr>
          <w:lang w:val="kk-KZ"/>
        </w:rPr>
        <w:t>Жануарлардың сулы - тұзды алмасу ерекшеліктерің қарастыру</w:t>
      </w:r>
    </w:p>
    <w:p w:rsidR="00161F06" w:rsidRPr="006F226C" w:rsidRDefault="00161F06" w:rsidP="005E7F21">
      <w:pPr>
        <w:pStyle w:val="BodyText"/>
        <w:spacing w:after="0"/>
        <w:rPr>
          <w:b/>
          <w:lang w:val="kk-KZ"/>
        </w:rPr>
      </w:pPr>
      <w:r w:rsidRPr="006F226C">
        <w:rPr>
          <w:b/>
          <w:lang w:val="kk-KZ"/>
        </w:rPr>
        <w:t xml:space="preserve">Жоспар: </w:t>
      </w:r>
    </w:p>
    <w:p w:rsidR="00161F06" w:rsidRPr="006F226C" w:rsidRDefault="00161F06" w:rsidP="005E7F21">
      <w:pPr>
        <w:pStyle w:val="BodyText"/>
        <w:spacing w:after="0"/>
        <w:ind w:firstLine="540"/>
        <w:rPr>
          <w:lang w:val="kk-KZ"/>
        </w:rPr>
      </w:pPr>
      <w:r w:rsidRPr="006F226C">
        <w:rPr>
          <w:lang w:val="kk-KZ"/>
        </w:rPr>
        <w:t>1.Жануарлар тіршілігіндегі тұзды- сулы алмасу.</w:t>
      </w:r>
    </w:p>
    <w:p w:rsidR="00161F06" w:rsidRPr="006F226C" w:rsidRDefault="00161F06" w:rsidP="005E7F21">
      <w:pPr>
        <w:pStyle w:val="BodyText"/>
        <w:spacing w:after="0"/>
        <w:ind w:firstLine="540"/>
        <w:rPr>
          <w:lang w:val="kk-KZ"/>
        </w:rPr>
      </w:pPr>
      <w:r w:rsidRPr="006F226C">
        <w:rPr>
          <w:lang w:val="kk-KZ"/>
        </w:rPr>
        <w:t>2.Тұзды- сулы алмасу гидробионттарда.</w:t>
      </w:r>
    </w:p>
    <w:p w:rsidR="00161F06" w:rsidRPr="006F226C" w:rsidRDefault="00161F06" w:rsidP="006F226C">
      <w:pPr>
        <w:pStyle w:val="BodyText"/>
        <w:spacing w:after="0"/>
        <w:ind w:firstLine="540"/>
        <w:rPr>
          <w:lang w:val="kk-KZ"/>
        </w:rPr>
      </w:pPr>
      <w:r w:rsidRPr="006F226C">
        <w:rPr>
          <w:lang w:val="kk-KZ"/>
        </w:rPr>
        <w:t xml:space="preserve">3.Тұзды-сулы алмасу ауа-құрлықтағы жануарларда. </w:t>
      </w:r>
    </w:p>
    <w:p w:rsidR="00161F06" w:rsidRPr="006F226C" w:rsidRDefault="00161F06" w:rsidP="005E7F21">
      <w:pPr>
        <w:pStyle w:val="BodyText"/>
        <w:spacing w:after="0"/>
        <w:rPr>
          <w:b/>
          <w:lang w:val="kk-KZ"/>
        </w:rPr>
      </w:pPr>
      <w:r w:rsidRPr="006F226C">
        <w:rPr>
          <w:b/>
          <w:lang w:val="kk-KZ"/>
        </w:rPr>
        <w:t>Бақылау сұрақтары.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>1. Тіршілік ететің  су ортасының негізгі қасиеттері.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>2. Гидробионттарда сулы тұзды алмасу  калай өтеді?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  <w:r w:rsidRPr="006F226C">
        <w:rPr>
          <w:lang w:val="kk-KZ"/>
        </w:rPr>
        <w:t>3. ауа-құрлықтағы жануарларда тұзды-сулы алмасу қалай өтеді?</w:t>
      </w:r>
    </w:p>
    <w:p w:rsidR="00161F06" w:rsidRPr="006F226C" w:rsidRDefault="00161F06" w:rsidP="005E7F21">
      <w:pPr>
        <w:pStyle w:val="BodyText"/>
        <w:spacing w:after="0"/>
        <w:rPr>
          <w:lang w:val="kk-KZ"/>
        </w:rPr>
      </w:pP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lang w:val="kk-KZ"/>
        </w:rPr>
      </w:pPr>
      <w:r w:rsidRPr="006F226C">
        <w:rPr>
          <w:b/>
          <w:lang w:val="kk-KZ"/>
        </w:rPr>
        <w:t xml:space="preserve">Әдебиеттер; </w:t>
      </w:r>
      <w:r w:rsidRPr="006F226C">
        <w:rPr>
          <w:lang w:val="kk-KZ"/>
        </w:rPr>
        <w:t>1. Оспанова Г.С. Бозштаева Г.Т. Экология. Оқулық –Алматы.Экономика. 2002.- 105бет.</w:t>
      </w:r>
    </w:p>
    <w:p w:rsidR="00161F06" w:rsidRPr="006F226C" w:rsidRDefault="00161F06" w:rsidP="005E7F21">
      <w:pPr>
        <w:pStyle w:val="BodyText2"/>
        <w:spacing w:after="0" w:line="240" w:lineRule="auto"/>
        <w:ind w:firstLine="540"/>
      </w:pPr>
      <w:r w:rsidRPr="006F226C">
        <w:rPr>
          <w:lang w:val="kk-KZ"/>
        </w:rPr>
        <w:t>2.</w:t>
      </w:r>
      <w:r w:rsidRPr="006F226C">
        <w:t>Алишева К.А.  Экология: Учебник. – Алматы: НА</w:t>
      </w:r>
      <w:r w:rsidRPr="006F226C">
        <w:rPr>
          <w:lang w:val="en-US"/>
        </w:rPr>
        <w:t>S</w:t>
      </w:r>
      <w:r w:rsidRPr="006F226C">
        <w:t>, 2006. – 30 с.</w:t>
      </w:r>
    </w:p>
    <w:p w:rsidR="00161F06" w:rsidRPr="006F226C" w:rsidRDefault="00161F06" w:rsidP="00240463">
      <w:pPr>
        <w:pStyle w:val="BodyText2"/>
        <w:spacing w:after="0" w:line="240" w:lineRule="auto"/>
        <w:ind w:left="720"/>
        <w:rPr>
          <w:bCs/>
          <w:lang w:val="kk-KZ"/>
        </w:rPr>
      </w:pPr>
      <w:r w:rsidRPr="006F226C">
        <w:rPr>
          <w:lang w:val="kk-KZ"/>
        </w:rPr>
        <w:t>3.</w:t>
      </w:r>
      <w:r w:rsidRPr="006F226C">
        <w:rPr>
          <w:bCs/>
          <w:lang w:val="kk-KZ"/>
        </w:rPr>
        <w:t xml:space="preserve"> Сағымбаев Г.К. Экология негіздері Алматы , Респ. баспа қызметі 1995ж. 16бет.</w:t>
      </w:r>
    </w:p>
    <w:p w:rsidR="00161F06" w:rsidRPr="006F226C" w:rsidRDefault="00161F06" w:rsidP="006F226C">
      <w:pPr>
        <w:pStyle w:val="BodyText2"/>
        <w:spacing w:after="0" w:line="240" w:lineRule="auto"/>
        <w:ind w:left="720"/>
        <w:rPr>
          <w:lang w:val="kk-KZ"/>
        </w:rPr>
      </w:pP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b/>
          <w:lang w:val="kk-KZ"/>
        </w:rPr>
        <w:t xml:space="preserve">7 Тақырып: </w:t>
      </w:r>
      <w:r w:rsidRPr="006F226C">
        <w:rPr>
          <w:lang w:val="kk-KZ"/>
        </w:rPr>
        <w:t>Жануарлардың газ алмасуы.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b/>
          <w:lang w:val="kk-KZ"/>
        </w:rPr>
        <w:t>Мақсаты</w:t>
      </w:r>
      <w:r w:rsidRPr="006F226C">
        <w:rPr>
          <w:lang w:val="kk-KZ"/>
        </w:rPr>
        <w:t>: Жануарлардың газ алмасу процестерің қарастыру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b/>
          <w:lang w:val="kk-KZ"/>
        </w:rPr>
        <w:t>Жоспар: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1  Газ алмасудың ерекшелігі.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2. Сүнгитін жануарлардың газ алмасуы.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3. Құрлықтағы жануарлардың газ алмасуы.</w:t>
      </w:r>
    </w:p>
    <w:p w:rsidR="00161F06" w:rsidRPr="006F226C" w:rsidRDefault="00161F06" w:rsidP="006F226C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 xml:space="preserve"> 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b/>
          <w:lang w:val="kk-KZ"/>
        </w:rPr>
        <w:t>Бақылау сұрақтары</w:t>
      </w:r>
      <w:r w:rsidRPr="006F226C">
        <w:rPr>
          <w:lang w:val="kk-KZ"/>
        </w:rPr>
        <w:t>: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1.</w:t>
      </w:r>
      <w:r w:rsidRPr="006F226C">
        <w:rPr>
          <w:b/>
          <w:lang w:val="kk-KZ"/>
        </w:rPr>
        <w:t xml:space="preserve"> </w:t>
      </w:r>
      <w:r w:rsidRPr="006F226C">
        <w:rPr>
          <w:lang w:val="kk-KZ"/>
        </w:rPr>
        <w:t>Құрлықтағы жануарлардың газ алмасуы.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 xml:space="preserve">2 Гидробионттардың газ алмасуы  </w:t>
      </w:r>
    </w:p>
    <w:p w:rsidR="00161F06" w:rsidRPr="006F226C" w:rsidRDefault="00161F06" w:rsidP="006F226C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3 Оттегінің манызы</w:t>
      </w:r>
    </w:p>
    <w:p w:rsidR="00161F06" w:rsidRPr="006F226C" w:rsidRDefault="00161F06" w:rsidP="005E7F2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6F226C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Pr="006F226C">
        <w:rPr>
          <w:rFonts w:ascii="Times New Roman" w:hAnsi="Times New Roman"/>
          <w:b/>
          <w:sz w:val="24"/>
          <w:szCs w:val="24"/>
          <w:lang w:val="kk-KZ"/>
        </w:rPr>
        <w:t>Әдебиеттер;</w:t>
      </w: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lang w:val="kk-KZ"/>
        </w:rPr>
      </w:pPr>
      <w:r w:rsidRPr="006F226C">
        <w:rPr>
          <w:lang w:val="kk-KZ"/>
        </w:rPr>
        <w:t>1. Оспанова Г.С. Бозштаева Г.Т. Экология. Оқулық –Алматы.Экономика. 2002.- 405бет.</w:t>
      </w:r>
    </w:p>
    <w:p w:rsidR="00161F06" w:rsidRPr="006F226C" w:rsidRDefault="00161F06" w:rsidP="00240463">
      <w:pPr>
        <w:pStyle w:val="BodyText2"/>
        <w:spacing w:after="0" w:line="240" w:lineRule="auto"/>
        <w:ind w:left="720"/>
        <w:rPr>
          <w:bCs/>
          <w:lang w:val="kk-KZ"/>
        </w:rPr>
      </w:pPr>
      <w:r w:rsidRPr="006F226C">
        <w:rPr>
          <w:lang w:val="kk-KZ"/>
        </w:rPr>
        <w:t>2.</w:t>
      </w:r>
      <w:r w:rsidRPr="006F226C">
        <w:rPr>
          <w:bCs/>
          <w:lang w:val="kk-KZ"/>
        </w:rPr>
        <w:t xml:space="preserve"> Сағымбаев Г.К. Экология негіздері Алматы , Респ. баспа қызметі 1995ж. 16бет.</w:t>
      </w:r>
    </w:p>
    <w:p w:rsidR="00161F06" w:rsidRPr="006F226C" w:rsidRDefault="00161F06" w:rsidP="00240463">
      <w:pPr>
        <w:pStyle w:val="BodyText2"/>
        <w:spacing w:after="0" w:line="240" w:lineRule="auto"/>
        <w:ind w:left="360"/>
        <w:rPr>
          <w:lang w:val="kk-KZ"/>
        </w:rPr>
      </w:pPr>
      <w:r w:rsidRPr="006F226C">
        <w:rPr>
          <w:lang w:val="kk-KZ"/>
        </w:rPr>
        <w:t xml:space="preserve">     </w:t>
      </w:r>
    </w:p>
    <w:p w:rsidR="00161F06" w:rsidRPr="006F226C" w:rsidRDefault="00161F06" w:rsidP="005E7F21">
      <w:pPr>
        <w:pStyle w:val="BodyText"/>
        <w:spacing w:after="0"/>
        <w:contextualSpacing/>
        <w:rPr>
          <w:lang w:val="kk-KZ"/>
        </w:rPr>
      </w:pP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8</w:t>
      </w:r>
      <w:r w:rsidRPr="006F226C">
        <w:rPr>
          <w:b/>
          <w:lang w:val="kk-KZ"/>
        </w:rPr>
        <w:t xml:space="preserve"> Тақырып</w:t>
      </w:r>
      <w:r w:rsidRPr="006F226C">
        <w:rPr>
          <w:lang w:val="kk-KZ"/>
        </w:rPr>
        <w:t>: Жануарлардың жарыққа байланысты биологиялық ырғақтары. Тәуелдік және мерзімдік биологиялық ырғақтар.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 xml:space="preserve"> </w:t>
      </w:r>
      <w:r w:rsidRPr="006F226C">
        <w:rPr>
          <w:b/>
          <w:lang w:val="kk-KZ"/>
        </w:rPr>
        <w:t>Мақсаты:</w:t>
      </w:r>
      <w:r w:rsidRPr="006F226C">
        <w:rPr>
          <w:lang w:val="kk-KZ"/>
        </w:rPr>
        <w:t xml:space="preserve"> Жануарлардың жарыққа байланысты биологиялық ырғақтарының ерекшеліктерің қарастыру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b/>
          <w:lang w:val="kk-KZ"/>
        </w:rPr>
      </w:pPr>
      <w:r w:rsidRPr="006F226C">
        <w:rPr>
          <w:b/>
          <w:lang w:val="kk-KZ"/>
        </w:rPr>
        <w:t xml:space="preserve"> Жоспар: 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1.Жа</w:t>
      </w:r>
      <w:r>
        <w:rPr>
          <w:lang w:val="kk-KZ"/>
        </w:rPr>
        <w:t>рық абиотикалық фактор ретінде.</w:t>
      </w:r>
    </w:p>
    <w:p w:rsidR="00161F06" w:rsidRPr="006F226C" w:rsidRDefault="00161F06" w:rsidP="006F226C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 xml:space="preserve">2.Жануарлардың тіршілігіндегі жарықтың манызы.  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b/>
          <w:lang w:val="kk-KZ"/>
        </w:rPr>
        <w:t>Бақылау сұрақтары</w:t>
      </w:r>
      <w:r w:rsidRPr="006F226C">
        <w:rPr>
          <w:lang w:val="kk-KZ"/>
        </w:rPr>
        <w:t>: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 xml:space="preserve">1. Экологиялық фактор ретінде жарықтың манызы. 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2.  Жарыққа байланысты жануарлардың тіршілік әрекетінің ерекшелігі.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3</w:t>
      </w:r>
      <w:r w:rsidRPr="006F226C">
        <w:t>.</w:t>
      </w:r>
      <w:r w:rsidRPr="006F226C">
        <w:rPr>
          <w:lang w:val="kk-KZ"/>
        </w:rPr>
        <w:t xml:space="preserve"> Тәуелдік ырғақтар.</w:t>
      </w:r>
      <w:r w:rsidRPr="006F226C">
        <w:t xml:space="preserve"> </w:t>
      </w:r>
    </w:p>
    <w:p w:rsidR="00161F06" w:rsidRPr="006F226C" w:rsidRDefault="00161F06" w:rsidP="006F226C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4. Фотопериодизм деген не?</w:t>
      </w:r>
    </w:p>
    <w:p w:rsidR="00161F06" w:rsidRPr="006F226C" w:rsidRDefault="00161F06" w:rsidP="005E7F2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6F226C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Pr="006F226C">
        <w:rPr>
          <w:rFonts w:ascii="Times New Roman" w:hAnsi="Times New Roman"/>
          <w:b/>
          <w:sz w:val="24"/>
          <w:szCs w:val="24"/>
          <w:lang w:val="kk-KZ"/>
        </w:rPr>
        <w:t>Әдебиеттер;</w:t>
      </w: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lang w:val="kk-KZ"/>
        </w:rPr>
      </w:pPr>
      <w:r w:rsidRPr="006F226C">
        <w:rPr>
          <w:lang w:val="kk-KZ"/>
        </w:rPr>
        <w:t>1. Оспанова Г.С. Бозштаева Г.Т. Экология. Оқулық –Алматы.Экономика. 2002.- 405бет.</w:t>
      </w:r>
    </w:p>
    <w:p w:rsidR="00161F06" w:rsidRPr="006F226C" w:rsidRDefault="00161F06" w:rsidP="005E7F21">
      <w:pPr>
        <w:pStyle w:val="BodyText2"/>
        <w:spacing w:after="0" w:line="240" w:lineRule="auto"/>
        <w:ind w:firstLine="540"/>
      </w:pPr>
      <w:r w:rsidRPr="006F226C">
        <w:rPr>
          <w:lang w:val="kk-KZ"/>
        </w:rPr>
        <w:t>2.</w:t>
      </w:r>
      <w:r w:rsidRPr="006F226C">
        <w:t>Алишева К.А.  Экология: Учебник. – Алматы: НА</w:t>
      </w:r>
      <w:r w:rsidRPr="006F226C">
        <w:rPr>
          <w:lang w:val="en-US"/>
        </w:rPr>
        <w:t>S</w:t>
      </w:r>
      <w:r w:rsidRPr="006F226C">
        <w:t>, 2006. – 304 с.</w:t>
      </w:r>
    </w:p>
    <w:p w:rsidR="00161F06" w:rsidRPr="006F226C" w:rsidRDefault="00161F06" w:rsidP="00240463">
      <w:pPr>
        <w:pStyle w:val="BodyText2"/>
        <w:spacing w:after="0" w:line="240" w:lineRule="auto"/>
        <w:ind w:left="720"/>
        <w:rPr>
          <w:bCs/>
          <w:lang w:val="kk-KZ"/>
        </w:rPr>
      </w:pPr>
      <w:r w:rsidRPr="006F226C">
        <w:rPr>
          <w:lang w:val="kk-KZ"/>
        </w:rPr>
        <w:t>3.</w:t>
      </w:r>
      <w:r w:rsidRPr="006F226C">
        <w:rPr>
          <w:bCs/>
          <w:lang w:val="kk-KZ"/>
        </w:rPr>
        <w:t xml:space="preserve"> Сағымбаев Г.К. Экология негіздері Алматы , Респ. баспа қызметі 1995ж. 16бет.</w:t>
      </w:r>
    </w:p>
    <w:p w:rsidR="00161F06" w:rsidRPr="006F226C" w:rsidRDefault="00161F06" w:rsidP="006F226C">
      <w:pPr>
        <w:pStyle w:val="BodyText"/>
        <w:spacing w:after="0"/>
        <w:contextualSpacing/>
        <w:rPr>
          <w:lang w:val="kk-KZ"/>
        </w:rPr>
      </w:pP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b/>
          <w:lang w:val="kk-KZ"/>
        </w:rPr>
        <w:t xml:space="preserve">9 Тақырып: </w:t>
      </w:r>
      <w:r w:rsidRPr="006F226C">
        <w:rPr>
          <w:lang w:val="kk-KZ"/>
        </w:rPr>
        <w:t>Қорек экологиялық фактор ретінде және қоректің манызы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b/>
          <w:lang w:val="kk-KZ"/>
        </w:rPr>
        <w:t xml:space="preserve"> Мақсаты:</w:t>
      </w:r>
      <w:r w:rsidRPr="006F226C">
        <w:rPr>
          <w:lang w:val="kk-KZ"/>
        </w:rPr>
        <w:t xml:space="preserve"> қоректің манызы жануарлар тіршілігі үшін манызың қарастыру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b/>
          <w:lang w:val="kk-KZ"/>
        </w:rPr>
      </w:pPr>
      <w:r w:rsidRPr="006F226C">
        <w:rPr>
          <w:lang w:val="kk-KZ"/>
        </w:rPr>
        <w:t xml:space="preserve"> </w:t>
      </w:r>
      <w:r w:rsidRPr="006F226C">
        <w:rPr>
          <w:b/>
          <w:lang w:val="kk-KZ"/>
        </w:rPr>
        <w:t>Жоспар: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 xml:space="preserve"> 1.Қоректін жануарлар тіршілігіндегі манызы.</w:t>
      </w:r>
    </w:p>
    <w:p w:rsidR="00161F06" w:rsidRPr="006F226C" w:rsidRDefault="00161F06" w:rsidP="005E7F21">
      <w:pPr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  <w:lang w:val="kk-KZ"/>
        </w:rPr>
      </w:pPr>
      <w:r w:rsidRPr="006F226C">
        <w:rPr>
          <w:rFonts w:ascii="Times New Roman" w:hAnsi="Times New Roman"/>
          <w:sz w:val="24"/>
          <w:szCs w:val="24"/>
          <w:lang w:val="kk-KZ"/>
        </w:rPr>
        <w:t xml:space="preserve"> 2. Қоректенудiң түрлері.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Бақылау сұрақтары: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 xml:space="preserve">1. Экологиялық фактор ретінде қоректің манызы. 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2.  Қорекке байланысты жануарлардың тіршілік әрекетінің ерекшелігі.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3. Қоректену түрлері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4. Жануарлардың қоректену ерекшеліктері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</w:p>
    <w:p w:rsidR="00161F06" w:rsidRPr="006F226C" w:rsidRDefault="00161F06" w:rsidP="005E7F2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6F226C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Pr="006F226C">
        <w:rPr>
          <w:rFonts w:ascii="Times New Roman" w:hAnsi="Times New Roman"/>
          <w:b/>
          <w:sz w:val="24"/>
          <w:szCs w:val="24"/>
          <w:lang w:val="kk-KZ"/>
        </w:rPr>
        <w:t>Әдебиеттер;</w:t>
      </w: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lang w:val="kk-KZ"/>
        </w:rPr>
      </w:pPr>
      <w:r w:rsidRPr="006F226C">
        <w:rPr>
          <w:lang w:val="kk-KZ"/>
        </w:rPr>
        <w:t>1. Оспанова Г.С. Бозштаева Г.Т. Экология. Оқулық –Алматы.Экономика. 2002.- 405бет.</w:t>
      </w:r>
    </w:p>
    <w:p w:rsidR="00161F06" w:rsidRPr="006F226C" w:rsidRDefault="00161F06" w:rsidP="00240463">
      <w:pPr>
        <w:pStyle w:val="BodyText2"/>
        <w:spacing w:after="0" w:line="240" w:lineRule="auto"/>
        <w:ind w:left="720"/>
        <w:rPr>
          <w:bCs/>
          <w:lang w:val="kk-KZ"/>
        </w:rPr>
      </w:pPr>
      <w:r w:rsidRPr="006F226C">
        <w:rPr>
          <w:lang w:val="kk-KZ"/>
        </w:rPr>
        <w:t>2.</w:t>
      </w:r>
      <w:r w:rsidRPr="006F226C">
        <w:rPr>
          <w:bCs/>
          <w:lang w:val="kk-KZ"/>
        </w:rPr>
        <w:t xml:space="preserve"> Сағымбаев Г.К. Экология негіздері Алматы , Респ. баспа қызметі 1995ж. 16бет.</w:t>
      </w:r>
    </w:p>
    <w:p w:rsidR="00161F06" w:rsidRPr="006F226C" w:rsidRDefault="00161F06" w:rsidP="006F226C">
      <w:pPr>
        <w:pStyle w:val="BodyText2"/>
        <w:spacing w:after="0" w:line="240" w:lineRule="auto"/>
        <w:ind w:left="360"/>
        <w:rPr>
          <w:lang w:val="kk-KZ"/>
        </w:rPr>
      </w:pPr>
      <w:r>
        <w:rPr>
          <w:lang w:val="kk-KZ"/>
        </w:rPr>
        <w:t xml:space="preserve"> </w:t>
      </w:r>
    </w:p>
    <w:p w:rsidR="00161F06" w:rsidRPr="006F226C" w:rsidRDefault="00161F06" w:rsidP="005E7F21">
      <w:pPr>
        <w:pStyle w:val="BodyText"/>
        <w:spacing w:after="0"/>
        <w:jc w:val="both"/>
        <w:rPr>
          <w:lang w:val="kk-KZ"/>
        </w:rPr>
      </w:pPr>
      <w:r w:rsidRPr="006F226C">
        <w:rPr>
          <w:b/>
          <w:lang w:val="kk-KZ"/>
        </w:rPr>
        <w:t xml:space="preserve"> 10 Тақырып</w:t>
      </w:r>
      <w:r w:rsidRPr="006F226C">
        <w:rPr>
          <w:lang w:val="kk-KZ"/>
        </w:rPr>
        <w:t xml:space="preserve">   Гетеротрофтар</w:t>
      </w:r>
    </w:p>
    <w:p w:rsidR="00161F06" w:rsidRPr="006F226C" w:rsidRDefault="00161F06" w:rsidP="005E7F21">
      <w:pPr>
        <w:pStyle w:val="BodyText"/>
        <w:spacing w:after="0"/>
        <w:jc w:val="both"/>
        <w:rPr>
          <w:lang w:val="kk-KZ"/>
        </w:rPr>
      </w:pPr>
      <w:r w:rsidRPr="006F226C">
        <w:rPr>
          <w:b/>
          <w:lang w:val="kk-KZ"/>
        </w:rPr>
        <w:t>Мақсаты:</w:t>
      </w:r>
      <w:r w:rsidRPr="006F226C">
        <w:rPr>
          <w:lang w:val="kk-KZ"/>
        </w:rPr>
        <w:t xml:space="preserve"> Биосферада өтетін зат айналымында негізгі роль атқаратың гететрофтар ерекшелігің анықтау.</w:t>
      </w:r>
    </w:p>
    <w:p w:rsidR="00161F06" w:rsidRPr="006F226C" w:rsidRDefault="00161F06" w:rsidP="005E7F21">
      <w:pPr>
        <w:pStyle w:val="BodyText"/>
        <w:spacing w:after="0"/>
        <w:jc w:val="both"/>
        <w:rPr>
          <w:b/>
          <w:lang w:val="kk-KZ"/>
        </w:rPr>
      </w:pPr>
      <w:r w:rsidRPr="006F226C">
        <w:rPr>
          <w:b/>
          <w:lang w:val="kk-KZ"/>
        </w:rPr>
        <w:t xml:space="preserve">Жоспар: </w:t>
      </w:r>
    </w:p>
    <w:p w:rsidR="00161F06" w:rsidRPr="006F226C" w:rsidRDefault="00161F06" w:rsidP="005E7F21">
      <w:pPr>
        <w:pStyle w:val="BodyText"/>
        <w:spacing w:after="0"/>
        <w:jc w:val="both"/>
        <w:rPr>
          <w:lang w:val="kk-KZ"/>
        </w:rPr>
      </w:pPr>
      <w:r w:rsidRPr="006F226C">
        <w:rPr>
          <w:lang w:val="kk-KZ"/>
        </w:rPr>
        <w:t>1. Бисферадағы зат айналымында гетеротрофтардың ролі.</w:t>
      </w:r>
    </w:p>
    <w:p w:rsidR="00161F06" w:rsidRPr="006F226C" w:rsidRDefault="00161F06" w:rsidP="005E7F21">
      <w:pPr>
        <w:pStyle w:val="BodyText"/>
        <w:spacing w:after="0"/>
        <w:jc w:val="both"/>
        <w:rPr>
          <w:lang w:val="kk-KZ"/>
        </w:rPr>
      </w:pPr>
      <w:r w:rsidRPr="006F226C">
        <w:rPr>
          <w:lang w:val="kk-KZ"/>
        </w:rPr>
        <w:t>2. Экологиялық қоректену пирамидасы</w:t>
      </w:r>
    </w:p>
    <w:p w:rsidR="00161F06" w:rsidRPr="006F226C" w:rsidRDefault="00161F06" w:rsidP="005E7F21">
      <w:pPr>
        <w:pStyle w:val="BodyText"/>
        <w:spacing w:after="0"/>
        <w:jc w:val="both"/>
        <w:rPr>
          <w:lang w:val="kk-KZ"/>
        </w:rPr>
      </w:pPr>
      <w:r w:rsidRPr="006F226C">
        <w:rPr>
          <w:lang w:val="kk-KZ"/>
        </w:rPr>
        <w:t>3. Бірінші қатар консументері</w:t>
      </w:r>
    </w:p>
    <w:p w:rsidR="00161F06" w:rsidRPr="006F226C" w:rsidRDefault="00161F06" w:rsidP="005E7F21">
      <w:pPr>
        <w:pStyle w:val="BodyText"/>
        <w:spacing w:after="0"/>
        <w:jc w:val="both"/>
        <w:rPr>
          <w:lang w:val="kk-KZ"/>
        </w:rPr>
      </w:pPr>
      <w:r w:rsidRPr="006F226C">
        <w:rPr>
          <w:lang w:val="kk-KZ"/>
        </w:rPr>
        <w:t>4. Екінші қатар консументері</w:t>
      </w:r>
    </w:p>
    <w:p w:rsidR="00161F06" w:rsidRPr="006F226C" w:rsidRDefault="00161F06" w:rsidP="005E7F21">
      <w:pPr>
        <w:pStyle w:val="BodyText"/>
        <w:spacing w:after="0"/>
        <w:jc w:val="both"/>
        <w:rPr>
          <w:b/>
          <w:lang w:val="kk-KZ"/>
        </w:rPr>
      </w:pPr>
      <w:r w:rsidRPr="006F226C">
        <w:rPr>
          <w:b/>
          <w:lang w:val="kk-KZ"/>
        </w:rPr>
        <w:t>Бақылау сұрақтары.</w:t>
      </w:r>
    </w:p>
    <w:p w:rsidR="00161F06" w:rsidRPr="006F226C" w:rsidRDefault="00161F06" w:rsidP="005E7F21">
      <w:pPr>
        <w:pStyle w:val="BodyText"/>
        <w:spacing w:after="0"/>
        <w:jc w:val="both"/>
        <w:rPr>
          <w:lang w:val="kk-KZ"/>
        </w:rPr>
      </w:pPr>
      <w:r w:rsidRPr="006F226C">
        <w:rPr>
          <w:lang w:val="kk-KZ"/>
        </w:rPr>
        <w:t>1. Гетеротрофтарға қандай ағзалар жатады?.</w:t>
      </w:r>
    </w:p>
    <w:p w:rsidR="00161F06" w:rsidRPr="006F226C" w:rsidRDefault="00161F06" w:rsidP="005E7F21">
      <w:pPr>
        <w:pStyle w:val="BodyText"/>
        <w:spacing w:after="0"/>
        <w:jc w:val="both"/>
        <w:rPr>
          <w:lang w:val="kk-KZ"/>
        </w:rPr>
      </w:pPr>
      <w:r w:rsidRPr="006F226C">
        <w:rPr>
          <w:lang w:val="kk-KZ"/>
        </w:rPr>
        <w:t>2. Биосферадағы тірі зат.</w:t>
      </w:r>
    </w:p>
    <w:p w:rsidR="00161F06" w:rsidRPr="006F226C" w:rsidRDefault="00161F06" w:rsidP="005E7F21">
      <w:pPr>
        <w:pStyle w:val="BodyText"/>
        <w:spacing w:after="0"/>
        <w:jc w:val="both"/>
        <w:rPr>
          <w:lang w:val="kk-KZ"/>
        </w:rPr>
      </w:pPr>
      <w:r w:rsidRPr="006F226C">
        <w:rPr>
          <w:lang w:val="kk-KZ"/>
        </w:rPr>
        <w:t>3. Гетеротрофтар биосферада қандай роль атқарады.</w:t>
      </w:r>
    </w:p>
    <w:p w:rsidR="00161F06" w:rsidRPr="006F226C" w:rsidRDefault="00161F06" w:rsidP="001E22F0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6F226C">
        <w:rPr>
          <w:rFonts w:ascii="Times New Roman" w:hAnsi="Times New Roman"/>
          <w:b/>
          <w:sz w:val="24"/>
          <w:szCs w:val="24"/>
          <w:lang w:val="kk-KZ"/>
        </w:rPr>
        <w:t>Әдебиеттер;</w:t>
      </w:r>
    </w:p>
    <w:p w:rsidR="00161F06" w:rsidRPr="006F226C" w:rsidRDefault="00161F06" w:rsidP="001E22F0">
      <w:pPr>
        <w:pStyle w:val="BodyText2"/>
        <w:spacing w:after="0" w:line="240" w:lineRule="auto"/>
        <w:ind w:firstLine="540"/>
        <w:rPr>
          <w:lang w:val="kk-KZ"/>
        </w:rPr>
      </w:pPr>
      <w:r w:rsidRPr="006F226C">
        <w:rPr>
          <w:lang w:val="kk-KZ"/>
        </w:rPr>
        <w:t>1. Оспанова Г.С. Бозштаева Г.Т. Экология. Оқулық –Алматы.Экономика. 2002.- 405бет.</w:t>
      </w:r>
    </w:p>
    <w:p w:rsidR="00161F06" w:rsidRPr="006F226C" w:rsidRDefault="00161F06" w:rsidP="00240463">
      <w:pPr>
        <w:pStyle w:val="BodyText2"/>
        <w:spacing w:after="0" w:line="240" w:lineRule="auto"/>
        <w:ind w:left="720"/>
        <w:rPr>
          <w:bCs/>
          <w:lang w:val="kk-KZ"/>
        </w:rPr>
      </w:pPr>
      <w:r w:rsidRPr="006F226C">
        <w:rPr>
          <w:lang w:val="kk-KZ"/>
        </w:rPr>
        <w:t>2.</w:t>
      </w:r>
      <w:r w:rsidRPr="006F226C">
        <w:rPr>
          <w:bCs/>
          <w:lang w:val="kk-KZ"/>
        </w:rPr>
        <w:t xml:space="preserve"> Сағымбаев Г.К. Экология негіздері Алматы , Респ. баспа қызметі 1995ж. 16бет.</w:t>
      </w:r>
    </w:p>
    <w:p w:rsidR="00161F06" w:rsidRPr="006F226C" w:rsidRDefault="00161F06" w:rsidP="006F226C">
      <w:pPr>
        <w:pStyle w:val="BodyText2"/>
        <w:spacing w:after="0" w:line="240" w:lineRule="auto"/>
        <w:ind w:left="360"/>
        <w:rPr>
          <w:lang w:val="kk-KZ"/>
        </w:rPr>
      </w:pPr>
      <w:r w:rsidRPr="006F226C">
        <w:rPr>
          <w:lang w:val="kk-KZ"/>
        </w:rPr>
        <w:t xml:space="preserve">     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b/>
          <w:lang w:val="kk-KZ"/>
        </w:rPr>
        <w:t xml:space="preserve"> 11Тақырып: </w:t>
      </w:r>
      <w:r w:rsidRPr="006F226C">
        <w:rPr>
          <w:lang w:val="kk-KZ"/>
        </w:rPr>
        <w:t>Популяциялар құрылысы, популяциялар динамикасы және популяция тепетендігі (гомеостаз).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b/>
          <w:lang w:val="kk-KZ"/>
        </w:rPr>
        <w:t>Мақсаты:</w:t>
      </w:r>
      <w:r w:rsidRPr="006F226C">
        <w:rPr>
          <w:lang w:val="kk-KZ"/>
        </w:rPr>
        <w:t xml:space="preserve"> Популяциялар құрылысың, популяциялар динамикасың және популяция тепетендігін (гомеостаз) анықтау.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b/>
          <w:lang w:val="kk-KZ"/>
        </w:rPr>
      </w:pPr>
      <w:r w:rsidRPr="006F226C">
        <w:rPr>
          <w:b/>
          <w:lang w:val="kk-KZ"/>
        </w:rPr>
        <w:t>Жоспар:</w:t>
      </w:r>
    </w:p>
    <w:p w:rsidR="00161F06" w:rsidRPr="006F226C" w:rsidRDefault="00161F06" w:rsidP="005E7F21">
      <w:pPr>
        <w:pStyle w:val="BodyText"/>
        <w:numPr>
          <w:ilvl w:val="0"/>
          <w:numId w:val="5"/>
        </w:numPr>
        <w:spacing w:after="0"/>
        <w:contextualSpacing/>
        <w:rPr>
          <w:lang w:val="kk-KZ"/>
        </w:rPr>
      </w:pPr>
      <w:r w:rsidRPr="006F226C">
        <w:rPr>
          <w:lang w:val="kk-KZ"/>
        </w:rPr>
        <w:t>Популяциялар құрылысы</w:t>
      </w:r>
    </w:p>
    <w:p w:rsidR="00161F06" w:rsidRPr="006F226C" w:rsidRDefault="00161F06" w:rsidP="005E7F21">
      <w:pPr>
        <w:pStyle w:val="BodyText"/>
        <w:numPr>
          <w:ilvl w:val="0"/>
          <w:numId w:val="5"/>
        </w:numPr>
        <w:spacing w:after="0"/>
        <w:contextualSpacing/>
        <w:rPr>
          <w:lang w:val="kk-KZ"/>
        </w:rPr>
      </w:pPr>
      <w:r w:rsidRPr="006F226C">
        <w:rPr>
          <w:lang w:val="kk-KZ"/>
        </w:rPr>
        <w:t xml:space="preserve">Популяциялар динамикасы 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3. Популяция тепетендігі (гомеостаз).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b/>
          <w:lang w:val="kk-KZ"/>
        </w:rPr>
      </w:pPr>
      <w:r w:rsidRPr="006F226C">
        <w:rPr>
          <w:b/>
          <w:lang w:val="kk-KZ"/>
        </w:rPr>
        <w:t>Бақылау сұрақтары:</w:t>
      </w:r>
    </w:p>
    <w:p w:rsidR="00161F06" w:rsidRPr="006F226C" w:rsidRDefault="00161F06" w:rsidP="005E7F21">
      <w:pPr>
        <w:pStyle w:val="BodyText"/>
        <w:spacing w:after="0"/>
        <w:ind w:left="540"/>
        <w:contextualSpacing/>
        <w:rPr>
          <w:lang w:val="kk-KZ"/>
        </w:rPr>
      </w:pPr>
      <w:r w:rsidRPr="006F226C">
        <w:rPr>
          <w:lang w:val="kk-KZ"/>
        </w:rPr>
        <w:t>1. Популяция деген не?</w:t>
      </w:r>
    </w:p>
    <w:p w:rsidR="00161F06" w:rsidRPr="006F226C" w:rsidRDefault="00161F06" w:rsidP="005E7F21">
      <w:pPr>
        <w:pStyle w:val="BodyText"/>
        <w:numPr>
          <w:ilvl w:val="0"/>
          <w:numId w:val="6"/>
        </w:numPr>
        <w:spacing w:after="0"/>
        <w:contextualSpacing/>
        <w:rPr>
          <w:lang w:val="kk-KZ"/>
        </w:rPr>
      </w:pPr>
      <w:r w:rsidRPr="006F226C">
        <w:rPr>
          <w:lang w:val="kk-KZ"/>
        </w:rPr>
        <w:t xml:space="preserve">Популяциялар динамикасы 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3. Популяция тепетендігі (гомеостаз).</w:t>
      </w:r>
    </w:p>
    <w:p w:rsidR="00161F06" w:rsidRPr="006F226C" w:rsidRDefault="00161F06" w:rsidP="006F226C">
      <w:pPr>
        <w:pStyle w:val="BodyText"/>
        <w:spacing w:after="0"/>
        <w:ind w:firstLine="540"/>
        <w:contextualSpacing/>
        <w:rPr>
          <w:lang w:val="kk-KZ"/>
        </w:rPr>
      </w:pPr>
      <w:r>
        <w:rPr>
          <w:lang w:val="kk-KZ"/>
        </w:rPr>
        <w:t>4 Популяциялардың қасиеттері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</w:p>
    <w:p w:rsidR="00161F06" w:rsidRPr="006F226C" w:rsidRDefault="00161F06" w:rsidP="005E7F2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6F226C">
        <w:rPr>
          <w:rFonts w:ascii="Times New Roman" w:hAnsi="Times New Roman"/>
          <w:sz w:val="24"/>
          <w:szCs w:val="24"/>
          <w:lang w:val="kk-KZ"/>
        </w:rPr>
        <w:t xml:space="preserve">        </w:t>
      </w:r>
      <w:r w:rsidRPr="006F226C">
        <w:rPr>
          <w:rFonts w:ascii="Times New Roman" w:hAnsi="Times New Roman"/>
          <w:b/>
          <w:sz w:val="24"/>
          <w:szCs w:val="24"/>
          <w:lang w:val="kk-KZ"/>
        </w:rPr>
        <w:t xml:space="preserve">Әдебиеттер; </w:t>
      </w: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lang w:val="kk-KZ"/>
        </w:rPr>
      </w:pPr>
      <w:r w:rsidRPr="006F226C">
        <w:rPr>
          <w:lang w:val="kk-KZ"/>
        </w:rPr>
        <w:t>1. Оспанова Г.С. Бозштаева Г.Т. Экология. Оқулық –Алматы.Экономика. 2002.- 405бет.</w:t>
      </w:r>
    </w:p>
    <w:p w:rsidR="00161F06" w:rsidRPr="006F226C" w:rsidRDefault="00161F06" w:rsidP="00240463">
      <w:pPr>
        <w:pStyle w:val="BodyText2"/>
        <w:spacing w:after="0" w:line="240" w:lineRule="auto"/>
        <w:ind w:left="720"/>
        <w:rPr>
          <w:bCs/>
          <w:lang w:val="kk-KZ"/>
        </w:rPr>
      </w:pPr>
      <w:r w:rsidRPr="006F226C">
        <w:rPr>
          <w:lang w:val="kk-KZ"/>
        </w:rPr>
        <w:t>2.</w:t>
      </w:r>
      <w:r w:rsidRPr="006F226C">
        <w:rPr>
          <w:bCs/>
          <w:lang w:val="kk-KZ"/>
        </w:rPr>
        <w:t xml:space="preserve"> Сағымбаев Г.К. Экология негіздері Алматы , Респ. баспа қызметі 1995ж. 16бет.</w:t>
      </w:r>
    </w:p>
    <w:p w:rsidR="00161F06" w:rsidRPr="006F226C" w:rsidRDefault="00161F06" w:rsidP="00240463">
      <w:pPr>
        <w:pStyle w:val="BodyText2"/>
        <w:spacing w:after="0" w:line="240" w:lineRule="auto"/>
        <w:ind w:left="720"/>
        <w:rPr>
          <w:lang w:val="kk-KZ"/>
        </w:rPr>
      </w:pPr>
      <w:r w:rsidRPr="006F226C">
        <w:rPr>
          <w:lang w:val="kk-KZ"/>
        </w:rPr>
        <w:t>3.</w:t>
      </w:r>
      <w:r w:rsidRPr="006F226C">
        <w:rPr>
          <w:bCs/>
          <w:lang w:val="kk-KZ"/>
        </w:rPr>
        <w:t xml:space="preserve"> Жатқанбаев Ж.Ж. Экология негіздері. Алматы, Зият. 2003ж.27-34б.</w:t>
      </w:r>
    </w:p>
    <w:p w:rsidR="00161F06" w:rsidRPr="006F226C" w:rsidRDefault="00161F06" w:rsidP="00240463">
      <w:pPr>
        <w:pStyle w:val="BodyText2"/>
        <w:spacing w:after="0" w:line="240" w:lineRule="auto"/>
        <w:ind w:left="360"/>
        <w:rPr>
          <w:lang w:val="kk-KZ"/>
        </w:rPr>
      </w:pPr>
      <w:r w:rsidRPr="006F226C">
        <w:rPr>
          <w:lang w:val="kk-KZ"/>
        </w:rPr>
        <w:t xml:space="preserve">     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b/>
          <w:lang w:val="kk-KZ"/>
        </w:rPr>
        <w:t>12 Тақырып:</w:t>
      </w:r>
      <w:r w:rsidRPr="006F226C">
        <w:rPr>
          <w:lang w:val="kk-KZ"/>
        </w:rPr>
        <w:t xml:space="preserve"> Әр-түрлі климаттық</w:t>
      </w:r>
      <w:r w:rsidRPr="006F226C">
        <w:rPr>
          <w:b/>
          <w:lang w:val="kk-KZ"/>
        </w:rPr>
        <w:t xml:space="preserve"> </w:t>
      </w:r>
      <w:r w:rsidRPr="006F226C">
        <w:rPr>
          <w:lang w:val="kk-KZ"/>
        </w:rPr>
        <w:t>жағдайларда жануарлардың тіршілік етуі.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b/>
          <w:lang w:val="kk-KZ"/>
        </w:rPr>
        <w:t>Мақсаты:</w:t>
      </w:r>
      <w:r w:rsidRPr="006F226C">
        <w:rPr>
          <w:lang w:val="kk-KZ"/>
        </w:rPr>
        <w:t xml:space="preserve"> Әр-түрлі климаттық</w:t>
      </w:r>
      <w:r w:rsidRPr="006F226C">
        <w:rPr>
          <w:b/>
          <w:lang w:val="kk-KZ"/>
        </w:rPr>
        <w:t xml:space="preserve"> </w:t>
      </w:r>
      <w:r w:rsidRPr="006F226C">
        <w:rPr>
          <w:lang w:val="kk-KZ"/>
        </w:rPr>
        <w:t>жағдайларда жануарлардың тіршілік ету ерекшеліктерін қарастыру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</w:p>
    <w:p w:rsidR="00161F06" w:rsidRPr="006F226C" w:rsidRDefault="00161F06" w:rsidP="005E7F21">
      <w:pPr>
        <w:pStyle w:val="BodyText"/>
        <w:spacing w:after="0"/>
        <w:contextualSpacing/>
        <w:rPr>
          <w:b/>
          <w:lang w:val="kk-KZ"/>
        </w:rPr>
      </w:pPr>
      <w:r w:rsidRPr="006F226C">
        <w:rPr>
          <w:lang w:val="kk-KZ"/>
        </w:rPr>
        <w:t xml:space="preserve">       </w:t>
      </w:r>
      <w:r w:rsidRPr="006F226C">
        <w:rPr>
          <w:b/>
          <w:lang w:val="kk-KZ"/>
        </w:rPr>
        <w:t xml:space="preserve"> Жоспар: 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1.Қоршаған ортаның жағдайларына жануарлардың бейімделуі.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2.Жануарлардың әр түрлерінің физиологиялық бейімделуі</w:t>
      </w:r>
    </w:p>
    <w:p w:rsidR="00161F06" w:rsidRPr="006F226C" w:rsidRDefault="00161F06" w:rsidP="005E7F21">
      <w:pPr>
        <w:pStyle w:val="BodyText"/>
        <w:spacing w:after="0"/>
        <w:contextualSpacing/>
        <w:rPr>
          <w:lang w:val="kk-KZ"/>
        </w:rPr>
      </w:pP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b/>
          <w:lang w:val="kk-KZ"/>
        </w:rPr>
      </w:pPr>
      <w:r w:rsidRPr="006F226C">
        <w:rPr>
          <w:b/>
          <w:lang w:val="kk-KZ"/>
        </w:rPr>
        <w:t>Бақылау сұрақтары: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1. Бейімделу деген не?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2.Жануарлардың әр түрлі жағдайларға  бейімделуі.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3.Табиғі белдеулердегі  әр-түрлі климатқа жануарлардың бейімделүі.</w:t>
      </w:r>
      <w:r w:rsidRPr="006F226C">
        <w:rPr>
          <w:b/>
          <w:lang w:val="kk-KZ"/>
        </w:rPr>
        <w:t xml:space="preserve">    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4.Шөлді жерлерде тіршілік ететің жануарлардың ерекшеліктері</w:t>
      </w:r>
    </w:p>
    <w:p w:rsidR="00161F06" w:rsidRPr="006F226C" w:rsidRDefault="00161F06" w:rsidP="005E7F21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6F226C">
        <w:rPr>
          <w:rFonts w:ascii="Times New Roman" w:hAnsi="Times New Roman"/>
          <w:sz w:val="24"/>
          <w:szCs w:val="24"/>
          <w:lang w:val="kk-KZ"/>
        </w:rPr>
        <w:t>5.Суық жерлерде тіршілік ететін жануарлардың мінез құлқының ерекшеліктері.</w:t>
      </w:r>
      <w:r w:rsidRPr="006F226C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161F06" w:rsidRPr="006F226C" w:rsidRDefault="00161F06" w:rsidP="005E7F21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161F06" w:rsidRPr="006F226C" w:rsidRDefault="00161F06" w:rsidP="005E7F2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6F226C">
        <w:rPr>
          <w:rFonts w:ascii="Times New Roman" w:hAnsi="Times New Roman"/>
          <w:b/>
          <w:sz w:val="24"/>
          <w:szCs w:val="24"/>
          <w:lang w:val="kk-KZ"/>
        </w:rPr>
        <w:t>Әдебиеттер;</w:t>
      </w: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lang w:val="kk-KZ"/>
        </w:rPr>
      </w:pPr>
      <w:r w:rsidRPr="006F226C">
        <w:rPr>
          <w:lang w:val="kk-KZ"/>
        </w:rPr>
        <w:t>1. Оспанова Г.С. Бозштаева Г.Т. Экология. Оқулық –Алматы.Экономика. 2002.- 405бет.</w:t>
      </w:r>
    </w:p>
    <w:p w:rsidR="00161F06" w:rsidRPr="006F226C" w:rsidRDefault="00161F06" w:rsidP="00240463">
      <w:pPr>
        <w:pStyle w:val="BodyText2"/>
        <w:spacing w:after="0" w:line="240" w:lineRule="auto"/>
        <w:ind w:left="720"/>
        <w:rPr>
          <w:bCs/>
          <w:lang w:val="kk-KZ"/>
        </w:rPr>
      </w:pPr>
      <w:r w:rsidRPr="006F226C">
        <w:rPr>
          <w:lang w:val="kk-KZ"/>
        </w:rPr>
        <w:t>2.</w:t>
      </w:r>
      <w:r w:rsidRPr="006F226C">
        <w:rPr>
          <w:bCs/>
          <w:lang w:val="kk-KZ"/>
        </w:rPr>
        <w:t xml:space="preserve"> Сағымбаев Г.К. Экология негіздері Алматы , Респ. баспа қызметі 1995ж. 88бет.</w:t>
      </w:r>
    </w:p>
    <w:p w:rsidR="00161F06" w:rsidRPr="006F226C" w:rsidRDefault="00161F06" w:rsidP="00240463">
      <w:pPr>
        <w:pStyle w:val="BodyText2"/>
        <w:spacing w:after="0" w:line="240" w:lineRule="auto"/>
        <w:ind w:left="360"/>
        <w:rPr>
          <w:lang w:val="kk-KZ"/>
        </w:rPr>
      </w:pPr>
      <w:r w:rsidRPr="006F226C">
        <w:rPr>
          <w:lang w:val="kk-KZ"/>
        </w:rPr>
        <w:t>3.</w:t>
      </w:r>
      <w:r w:rsidRPr="006F226C">
        <w:rPr>
          <w:bCs/>
          <w:lang w:val="kk-KZ"/>
        </w:rPr>
        <w:t xml:space="preserve"> Каженбаев С. Махмутов С. Табиғат қорғау. Алматы 1992ж. 75-82бет.</w:t>
      </w:r>
    </w:p>
    <w:p w:rsidR="00161F06" w:rsidRPr="006F226C" w:rsidRDefault="00161F06" w:rsidP="005E7F21">
      <w:pPr>
        <w:pStyle w:val="BodyText"/>
        <w:spacing w:after="0"/>
        <w:contextualSpacing/>
        <w:rPr>
          <w:b/>
          <w:lang w:val="kk-KZ"/>
        </w:rPr>
      </w:pP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  <w:lang w:val="kk-KZ"/>
        </w:rPr>
      </w:pPr>
      <w:r w:rsidRPr="006F226C">
        <w:rPr>
          <w:rFonts w:ascii="Times New Roman" w:hAnsi="Times New Roman"/>
          <w:b/>
          <w:sz w:val="24"/>
          <w:szCs w:val="24"/>
          <w:lang w:val="kk-KZ"/>
        </w:rPr>
        <w:t xml:space="preserve">13 Тақырып: </w:t>
      </w:r>
      <w:r w:rsidRPr="006F226C">
        <w:rPr>
          <w:rFonts w:ascii="Times New Roman" w:hAnsi="Times New Roman"/>
          <w:sz w:val="24"/>
          <w:szCs w:val="24"/>
          <w:lang w:val="kk-KZ"/>
        </w:rPr>
        <w:t>Жануарлар әлемін қорғау. Қызыл кітап.</w:t>
      </w: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  <w:lang w:val="kk-KZ"/>
        </w:rPr>
      </w:pPr>
      <w:r w:rsidRPr="006F226C">
        <w:rPr>
          <w:rFonts w:ascii="Times New Roman" w:hAnsi="Times New Roman"/>
          <w:b/>
          <w:sz w:val="24"/>
          <w:szCs w:val="24"/>
          <w:lang w:val="kk-KZ"/>
        </w:rPr>
        <w:t>Мақсаты:</w:t>
      </w:r>
      <w:r w:rsidRPr="006F226C">
        <w:rPr>
          <w:rFonts w:ascii="Times New Roman" w:hAnsi="Times New Roman"/>
          <w:sz w:val="24"/>
          <w:szCs w:val="24"/>
          <w:lang w:val="kk-KZ"/>
        </w:rPr>
        <w:t xml:space="preserve"> Жануарлар әлемін қорғау мәселелерің қарастыру және Қызыл кітаптың манызың анықтау.</w:t>
      </w: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  <w:lang w:val="kk-KZ"/>
        </w:rPr>
      </w:pPr>
      <w:r w:rsidRPr="006F226C">
        <w:rPr>
          <w:rFonts w:ascii="Times New Roman" w:hAnsi="Times New Roman"/>
          <w:b/>
          <w:sz w:val="24"/>
          <w:szCs w:val="24"/>
          <w:lang w:val="kk-KZ"/>
        </w:rPr>
        <w:t>Жоспар</w:t>
      </w:r>
      <w:r w:rsidRPr="006F226C">
        <w:rPr>
          <w:rFonts w:ascii="Times New Roman" w:hAnsi="Times New Roman"/>
          <w:sz w:val="24"/>
          <w:szCs w:val="24"/>
          <w:lang w:val="kk-KZ"/>
        </w:rPr>
        <w:t>: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1.Жануарлар әлемін қорғау жұмыстары. Мемлекеттік жоспарлар.</w:t>
      </w:r>
    </w:p>
    <w:p w:rsidR="00161F06" w:rsidRPr="006F226C" w:rsidRDefault="00161F06" w:rsidP="005E7F21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>2.Ұлттық қорықтар және табиғи кешендер.</w:t>
      </w:r>
    </w:p>
    <w:p w:rsidR="00161F06" w:rsidRDefault="00161F06" w:rsidP="006F226C">
      <w:pPr>
        <w:pStyle w:val="BodyText"/>
        <w:spacing w:after="0"/>
        <w:ind w:firstLine="540"/>
        <w:contextualSpacing/>
        <w:rPr>
          <w:lang w:val="kk-KZ"/>
        </w:rPr>
      </w:pPr>
      <w:r w:rsidRPr="006F226C">
        <w:rPr>
          <w:lang w:val="kk-KZ"/>
        </w:rPr>
        <w:t xml:space="preserve">3. Қызыл кітап. ҚР қызыл кітабі. </w:t>
      </w:r>
    </w:p>
    <w:p w:rsidR="00161F06" w:rsidRDefault="00161F06" w:rsidP="006F226C">
      <w:pPr>
        <w:pStyle w:val="BodyText"/>
        <w:spacing w:after="0"/>
        <w:ind w:firstLine="540"/>
        <w:contextualSpacing/>
        <w:rPr>
          <w:lang w:val="kk-KZ"/>
        </w:rPr>
      </w:pPr>
    </w:p>
    <w:p w:rsidR="00161F06" w:rsidRPr="006F226C" w:rsidRDefault="00161F06" w:rsidP="006F226C">
      <w:pPr>
        <w:pStyle w:val="BodyText"/>
        <w:spacing w:after="0"/>
        <w:ind w:firstLine="540"/>
        <w:contextualSpacing/>
        <w:rPr>
          <w:b/>
          <w:lang w:val="kk-KZ"/>
        </w:rPr>
      </w:pPr>
      <w:r w:rsidRPr="006F226C">
        <w:rPr>
          <w:b/>
          <w:lang w:val="kk-KZ"/>
        </w:rPr>
        <w:t>Бақылау сұрақтары:</w:t>
      </w:r>
    </w:p>
    <w:p w:rsidR="00161F06" w:rsidRPr="006F226C" w:rsidRDefault="00161F06" w:rsidP="005E7F21">
      <w:pPr>
        <w:pStyle w:val="BodyText"/>
        <w:spacing w:after="0"/>
        <w:ind w:firstLine="539"/>
        <w:jc w:val="both"/>
        <w:rPr>
          <w:lang w:val="kk-KZ"/>
        </w:rPr>
      </w:pPr>
      <w:r w:rsidRPr="006F226C">
        <w:rPr>
          <w:lang w:val="kk-KZ"/>
        </w:rPr>
        <w:t>1.Жануарлар әлемінін  қорғау үшін қандай іс- шаралар жүргізіледі жұмыстары.</w:t>
      </w:r>
    </w:p>
    <w:p w:rsidR="00161F06" w:rsidRPr="006F226C" w:rsidRDefault="00161F06" w:rsidP="005E7F21">
      <w:pPr>
        <w:pStyle w:val="BodyText"/>
        <w:spacing w:after="0"/>
        <w:ind w:firstLine="539"/>
        <w:jc w:val="both"/>
        <w:rPr>
          <w:lang w:val="kk-KZ"/>
        </w:rPr>
      </w:pPr>
      <w:r w:rsidRPr="006F226C">
        <w:rPr>
          <w:lang w:val="kk-KZ"/>
        </w:rPr>
        <w:t>2. Мемлекеттік  қандай жоспарлар белгілі?</w:t>
      </w:r>
    </w:p>
    <w:p w:rsidR="00161F06" w:rsidRPr="006F226C" w:rsidRDefault="00161F06" w:rsidP="005E7F21">
      <w:pPr>
        <w:pStyle w:val="BodyText"/>
        <w:spacing w:after="0"/>
        <w:ind w:firstLine="539"/>
        <w:jc w:val="both"/>
        <w:rPr>
          <w:lang w:val="kk-KZ"/>
        </w:rPr>
      </w:pPr>
      <w:r w:rsidRPr="006F226C">
        <w:rPr>
          <w:lang w:val="kk-KZ"/>
        </w:rPr>
        <w:t>2.Ұлттық қорықтар және табиғи кешендер деген?</w:t>
      </w:r>
    </w:p>
    <w:p w:rsidR="00161F06" w:rsidRPr="006F226C" w:rsidRDefault="00161F06" w:rsidP="005E7F21">
      <w:pPr>
        <w:pStyle w:val="BodyText"/>
        <w:spacing w:after="0"/>
        <w:ind w:firstLine="539"/>
        <w:jc w:val="both"/>
        <w:rPr>
          <w:lang w:val="kk-KZ"/>
        </w:rPr>
      </w:pPr>
      <w:r w:rsidRPr="006F226C">
        <w:rPr>
          <w:lang w:val="kk-KZ"/>
        </w:rPr>
        <w:t xml:space="preserve">3. Қызыл кітап қай жылы шықты?. ҚР қызыл кітабі. </w:t>
      </w:r>
    </w:p>
    <w:p w:rsidR="00161F06" w:rsidRPr="006F226C" w:rsidRDefault="00161F06" w:rsidP="005E7F21">
      <w:pPr>
        <w:pStyle w:val="BodyText"/>
        <w:spacing w:after="0"/>
        <w:ind w:firstLine="539"/>
        <w:contextualSpacing/>
        <w:rPr>
          <w:lang w:val="kk-KZ"/>
        </w:rPr>
      </w:pPr>
      <w:r w:rsidRPr="006F226C">
        <w:rPr>
          <w:lang w:val="kk-KZ"/>
        </w:rPr>
        <w:t>4. Қандай түрлер ҚК енгізілген?</w:t>
      </w:r>
    </w:p>
    <w:p w:rsidR="00161F06" w:rsidRPr="006F226C" w:rsidRDefault="00161F06" w:rsidP="005E7F21">
      <w:pPr>
        <w:pStyle w:val="BodyText"/>
        <w:spacing w:after="0"/>
        <w:ind w:firstLine="539"/>
        <w:contextualSpacing/>
        <w:rPr>
          <w:lang w:val="kk-KZ"/>
        </w:rPr>
      </w:pPr>
      <w:r w:rsidRPr="006F226C">
        <w:rPr>
          <w:lang w:val="kk-KZ"/>
        </w:rPr>
        <w:t xml:space="preserve">5. Қостанай облысында жануарлардың  қандай түрлері кездеседі? </w:t>
      </w:r>
    </w:p>
    <w:p w:rsidR="00161F06" w:rsidRPr="006F226C" w:rsidRDefault="00161F06" w:rsidP="005E7F21">
      <w:pPr>
        <w:pStyle w:val="BodyText"/>
        <w:spacing w:after="0"/>
        <w:ind w:firstLine="539"/>
        <w:contextualSpacing/>
        <w:rPr>
          <w:lang w:val="kk-KZ"/>
        </w:rPr>
      </w:pPr>
    </w:p>
    <w:p w:rsidR="00161F06" w:rsidRPr="006F226C" w:rsidRDefault="00161F06" w:rsidP="005E7F2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6F226C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Pr="006F226C">
        <w:rPr>
          <w:rFonts w:ascii="Times New Roman" w:hAnsi="Times New Roman"/>
          <w:b/>
          <w:sz w:val="24"/>
          <w:szCs w:val="24"/>
          <w:lang w:val="kk-KZ"/>
        </w:rPr>
        <w:t>Әдебиеттер;</w:t>
      </w: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lang w:val="kk-KZ"/>
        </w:rPr>
      </w:pPr>
      <w:r w:rsidRPr="006F226C">
        <w:rPr>
          <w:lang w:val="kk-KZ"/>
        </w:rPr>
        <w:t>1. Оспанова Г.С. Бозштаева Г.Т. Экология. Оқулық –Алматы.Экономика. 2002.- 405бет.</w:t>
      </w:r>
    </w:p>
    <w:p w:rsidR="00161F06" w:rsidRPr="006F226C" w:rsidRDefault="00161F06" w:rsidP="00426963">
      <w:pPr>
        <w:pStyle w:val="BodyText2"/>
        <w:spacing w:after="0" w:line="240" w:lineRule="auto"/>
        <w:ind w:left="720"/>
        <w:rPr>
          <w:bCs/>
          <w:lang w:val="kk-KZ"/>
        </w:rPr>
      </w:pPr>
      <w:r w:rsidRPr="006F226C">
        <w:rPr>
          <w:lang w:val="kk-KZ"/>
        </w:rPr>
        <w:t>2.</w:t>
      </w:r>
      <w:r w:rsidRPr="006F226C">
        <w:rPr>
          <w:bCs/>
          <w:lang w:val="kk-KZ"/>
        </w:rPr>
        <w:t xml:space="preserve"> Сағымбаев Г.К. Экология негіздері Алматы , Респ. баспа қызметі 1995ж. 16бет.</w:t>
      </w:r>
    </w:p>
    <w:p w:rsidR="00161F06" w:rsidRPr="006F226C" w:rsidRDefault="00161F06" w:rsidP="00FF4E18">
      <w:pPr>
        <w:pStyle w:val="BodyText2"/>
        <w:spacing w:after="0" w:line="240" w:lineRule="auto"/>
        <w:ind w:left="360"/>
        <w:rPr>
          <w:lang w:val="kk-KZ"/>
        </w:rPr>
      </w:pPr>
      <w:r w:rsidRPr="006F226C">
        <w:rPr>
          <w:lang w:val="kk-KZ"/>
        </w:rPr>
        <w:t>3.</w:t>
      </w:r>
      <w:r w:rsidRPr="006F226C">
        <w:rPr>
          <w:bCs/>
          <w:lang w:val="kk-KZ"/>
        </w:rPr>
        <w:t xml:space="preserve"> Каженбаев С. Махмутов С. Табиғат қорғау. Алматы 1992ж. 75-100бет.</w:t>
      </w:r>
    </w:p>
    <w:p w:rsidR="00161F06" w:rsidRPr="006F226C" w:rsidRDefault="00161F06" w:rsidP="00FF4E18">
      <w:pPr>
        <w:pStyle w:val="BodyText"/>
        <w:spacing w:after="0"/>
        <w:contextualSpacing/>
        <w:rPr>
          <w:b/>
          <w:lang w:val="kk-KZ"/>
        </w:rPr>
      </w:pP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lang w:val="kk-KZ"/>
        </w:rPr>
      </w:pPr>
      <w:r w:rsidRPr="006F226C">
        <w:rPr>
          <w:lang w:val="kk-KZ"/>
        </w:rPr>
        <w:t>.</w:t>
      </w:r>
    </w:p>
    <w:p w:rsidR="00161F06" w:rsidRPr="006F226C" w:rsidRDefault="00161F06" w:rsidP="005E7F21">
      <w:pPr>
        <w:pStyle w:val="BodyText2"/>
        <w:spacing w:after="0" w:line="240" w:lineRule="auto"/>
        <w:ind w:firstLine="540"/>
        <w:rPr>
          <w:lang w:val="kk-KZ"/>
        </w:rPr>
      </w:pP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161F06" w:rsidRPr="006F226C" w:rsidRDefault="00161F06" w:rsidP="005E7F21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b/>
          <w:sz w:val="24"/>
          <w:szCs w:val="24"/>
          <w:lang w:val="kk-KZ"/>
        </w:rPr>
      </w:pPr>
    </w:p>
    <w:p w:rsidR="00161F06" w:rsidRPr="006F226C" w:rsidRDefault="00161F06" w:rsidP="005E7F2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sectPr w:rsidR="00161F06" w:rsidRPr="006F226C" w:rsidSect="001A3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5479"/>
    <w:multiLevelType w:val="hybridMultilevel"/>
    <w:tmpl w:val="83B647F2"/>
    <w:lvl w:ilvl="0" w:tplc="900C7FF0">
      <w:start w:val="2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8E116DC"/>
    <w:multiLevelType w:val="hybridMultilevel"/>
    <w:tmpl w:val="22162B9A"/>
    <w:lvl w:ilvl="0" w:tplc="11820E2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B81E13"/>
    <w:multiLevelType w:val="hybridMultilevel"/>
    <w:tmpl w:val="355458E8"/>
    <w:lvl w:ilvl="0" w:tplc="DACC7D5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3445669A"/>
    <w:multiLevelType w:val="hybridMultilevel"/>
    <w:tmpl w:val="B69AC3DE"/>
    <w:lvl w:ilvl="0" w:tplc="29F8752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6EFC117E"/>
    <w:multiLevelType w:val="hybridMultilevel"/>
    <w:tmpl w:val="675C9768"/>
    <w:lvl w:ilvl="0" w:tplc="927E82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8AD586B"/>
    <w:multiLevelType w:val="hybridMultilevel"/>
    <w:tmpl w:val="D698013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BCD"/>
    <w:rsid w:val="000C69A5"/>
    <w:rsid w:val="00161F06"/>
    <w:rsid w:val="001A3D6A"/>
    <w:rsid w:val="001B54F4"/>
    <w:rsid w:val="001E22F0"/>
    <w:rsid w:val="00240463"/>
    <w:rsid w:val="00260219"/>
    <w:rsid w:val="002953D5"/>
    <w:rsid w:val="003D4318"/>
    <w:rsid w:val="003E3720"/>
    <w:rsid w:val="00404487"/>
    <w:rsid w:val="00426963"/>
    <w:rsid w:val="00432469"/>
    <w:rsid w:val="00456ACC"/>
    <w:rsid w:val="0052518C"/>
    <w:rsid w:val="00530EA3"/>
    <w:rsid w:val="005E7F21"/>
    <w:rsid w:val="006019E2"/>
    <w:rsid w:val="006A4F71"/>
    <w:rsid w:val="006F226C"/>
    <w:rsid w:val="00935BCD"/>
    <w:rsid w:val="00997757"/>
    <w:rsid w:val="009A1AA9"/>
    <w:rsid w:val="009A7F1C"/>
    <w:rsid w:val="009B63CB"/>
    <w:rsid w:val="00AD71BA"/>
    <w:rsid w:val="00AF629D"/>
    <w:rsid w:val="00B22D57"/>
    <w:rsid w:val="00CF739B"/>
    <w:rsid w:val="00D27374"/>
    <w:rsid w:val="00E437DE"/>
    <w:rsid w:val="00ED2DFE"/>
    <w:rsid w:val="00EF7775"/>
    <w:rsid w:val="00F014E7"/>
    <w:rsid w:val="00F155D3"/>
    <w:rsid w:val="00FE0BF8"/>
    <w:rsid w:val="00FF4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6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35BC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35BCD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D27374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27374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CF739B"/>
    <w:pPr>
      <w:ind w:left="720"/>
      <w:contextualSpacing/>
    </w:pPr>
  </w:style>
  <w:style w:type="paragraph" w:customStyle="1" w:styleId="Default">
    <w:name w:val="Default"/>
    <w:uiPriority w:val="99"/>
    <w:rsid w:val="00601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Naaae2">
    <w:name w:val="Na?aae2"/>
    <w:basedOn w:val="Default"/>
    <w:next w:val="Default"/>
    <w:uiPriority w:val="99"/>
    <w:rsid w:val="006019E2"/>
    <w:rPr>
      <w:color w:val="auto"/>
    </w:rPr>
  </w:style>
  <w:style w:type="paragraph" w:styleId="BodyTextIndent">
    <w:name w:val="Body Text Indent"/>
    <w:basedOn w:val="Normal"/>
    <w:link w:val="BodyTextIndentChar"/>
    <w:uiPriority w:val="99"/>
    <w:rsid w:val="005E7F21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1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131</TotalTime>
  <Pages>5</Pages>
  <Words>1297</Words>
  <Characters>7399</Characters>
  <Application>Microsoft Office Outlook</Application>
  <DocSecurity>0</DocSecurity>
  <Lines>0</Lines>
  <Paragraphs>0</Paragraphs>
  <ScaleCrop>false</ScaleCrop>
  <Company>Aset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Aset</dc:creator>
  <cp:keywords/>
  <dc:description/>
  <cp:lastModifiedBy>Kaf</cp:lastModifiedBy>
  <cp:revision>16</cp:revision>
  <dcterms:created xsi:type="dcterms:W3CDTF">2010-09-27T15:33:00Z</dcterms:created>
  <dcterms:modified xsi:type="dcterms:W3CDTF">2010-10-08T10:52:00Z</dcterms:modified>
</cp:coreProperties>
</file>